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>
            <w:bookmarkStart w:id="0" w:name="_Hlk193349765"/>
            <w:bookmarkEnd w:id="0"/>
          </w:p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0A7EBC" w14:paraId="555B9372" w14:textId="77777777" w:rsidTr="00F862D6">
        <w:tc>
          <w:tcPr>
            <w:tcW w:w="1020" w:type="dxa"/>
          </w:tcPr>
          <w:p w14:paraId="2D22ED84" w14:textId="77777777" w:rsidR="000A7EBC" w:rsidRPr="003E6B9A" w:rsidRDefault="000A7EBC" w:rsidP="000A7EBC">
            <w:r w:rsidRPr="003E6B9A">
              <w:t>Naše zn.</w:t>
            </w:r>
          </w:p>
        </w:tc>
        <w:tc>
          <w:tcPr>
            <w:tcW w:w="2552" w:type="dxa"/>
          </w:tcPr>
          <w:p w14:paraId="2FFEACB5" w14:textId="0A49FD00" w:rsidR="000A7EBC" w:rsidRPr="003E6B9A" w:rsidRDefault="000A7EBC" w:rsidP="000A7EBC">
            <w:r w:rsidRPr="001C75C1">
              <w:rPr>
                <w:rFonts w:ascii="Helvetica" w:hAnsi="Helvetica"/>
              </w:rPr>
              <w:t>5</w:t>
            </w:r>
            <w:r>
              <w:rPr>
                <w:rFonts w:ascii="Helvetica" w:hAnsi="Helvetica"/>
              </w:rPr>
              <w:t>262</w:t>
            </w:r>
            <w:r w:rsidRPr="001C75C1">
              <w:rPr>
                <w:rFonts w:ascii="Helvetica" w:hAnsi="Helvetica"/>
              </w:rPr>
              <w:t>/2025-SŽ-SSV-Ú3</w:t>
            </w:r>
          </w:p>
        </w:tc>
        <w:tc>
          <w:tcPr>
            <w:tcW w:w="823" w:type="dxa"/>
          </w:tcPr>
          <w:p w14:paraId="583467BB" w14:textId="77777777" w:rsidR="000A7EBC" w:rsidRDefault="000A7EBC" w:rsidP="000A7EBC"/>
        </w:tc>
        <w:tc>
          <w:tcPr>
            <w:tcW w:w="3685" w:type="dxa"/>
            <w:vMerge/>
          </w:tcPr>
          <w:p w14:paraId="6D7C51D0" w14:textId="77777777" w:rsidR="000A7EBC" w:rsidRDefault="000A7EBC" w:rsidP="000A7EBC"/>
        </w:tc>
      </w:tr>
      <w:tr w:rsidR="000A7EBC" w14:paraId="2C33C41A" w14:textId="77777777" w:rsidTr="00F862D6">
        <w:tc>
          <w:tcPr>
            <w:tcW w:w="1020" w:type="dxa"/>
          </w:tcPr>
          <w:p w14:paraId="3534520F" w14:textId="77777777" w:rsidR="000A7EBC" w:rsidRDefault="000A7EBC" w:rsidP="000A7EBC">
            <w:r>
              <w:t>Listů/příloh</w:t>
            </w:r>
          </w:p>
        </w:tc>
        <w:tc>
          <w:tcPr>
            <w:tcW w:w="2552" w:type="dxa"/>
          </w:tcPr>
          <w:p w14:paraId="333CD487" w14:textId="6F4D1886" w:rsidR="000A7EBC" w:rsidRPr="003E6B9A" w:rsidRDefault="000A7EBC" w:rsidP="000A7EBC">
            <w:r>
              <w:t>4</w:t>
            </w:r>
            <w:r w:rsidRPr="00D03D26">
              <w:t>/</w:t>
            </w:r>
            <w:r>
              <w:t>2</w:t>
            </w:r>
          </w:p>
        </w:tc>
        <w:tc>
          <w:tcPr>
            <w:tcW w:w="823" w:type="dxa"/>
          </w:tcPr>
          <w:p w14:paraId="3FB21908" w14:textId="77777777" w:rsidR="000A7EBC" w:rsidRDefault="000A7EBC" w:rsidP="000A7EBC"/>
        </w:tc>
        <w:tc>
          <w:tcPr>
            <w:tcW w:w="3685" w:type="dxa"/>
            <w:vMerge/>
          </w:tcPr>
          <w:p w14:paraId="2E772784" w14:textId="77777777" w:rsidR="000A7EBC" w:rsidRDefault="000A7EBC" w:rsidP="000A7EBC">
            <w:pPr>
              <w:rPr>
                <w:noProof/>
              </w:rPr>
            </w:pPr>
          </w:p>
        </w:tc>
      </w:tr>
      <w:tr w:rsidR="000A7EBC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0A7EBC" w:rsidRDefault="000A7EBC" w:rsidP="000A7EBC"/>
        </w:tc>
        <w:tc>
          <w:tcPr>
            <w:tcW w:w="2552" w:type="dxa"/>
          </w:tcPr>
          <w:p w14:paraId="133F3BF2" w14:textId="77777777" w:rsidR="000A7EBC" w:rsidRPr="003E6B9A" w:rsidRDefault="000A7EBC" w:rsidP="000A7EBC"/>
        </w:tc>
        <w:tc>
          <w:tcPr>
            <w:tcW w:w="823" w:type="dxa"/>
          </w:tcPr>
          <w:p w14:paraId="7BEB7C0A" w14:textId="77777777" w:rsidR="000A7EBC" w:rsidRDefault="000A7EBC" w:rsidP="000A7EBC"/>
        </w:tc>
        <w:tc>
          <w:tcPr>
            <w:tcW w:w="3685" w:type="dxa"/>
            <w:vMerge/>
          </w:tcPr>
          <w:p w14:paraId="140296A1" w14:textId="77777777" w:rsidR="000A7EBC" w:rsidRDefault="000A7EBC" w:rsidP="000A7EBC"/>
        </w:tc>
      </w:tr>
      <w:tr w:rsidR="000A7EBC" w14:paraId="5237532F" w14:textId="77777777" w:rsidTr="00F862D6">
        <w:tc>
          <w:tcPr>
            <w:tcW w:w="1020" w:type="dxa"/>
          </w:tcPr>
          <w:p w14:paraId="7759C605" w14:textId="77777777" w:rsidR="000A7EBC" w:rsidRDefault="000A7EBC" w:rsidP="000A7EBC">
            <w:r>
              <w:t>Vyřizuje</w:t>
            </w:r>
          </w:p>
        </w:tc>
        <w:tc>
          <w:tcPr>
            <w:tcW w:w="2552" w:type="dxa"/>
          </w:tcPr>
          <w:p w14:paraId="73CBABBF" w14:textId="77777777" w:rsidR="000A7EBC" w:rsidRPr="000F3143" w:rsidRDefault="000A7EBC" w:rsidP="000A7EBC">
            <w:r w:rsidRPr="000F3143">
              <w:t>Ing. Radomíra Rečková</w:t>
            </w:r>
          </w:p>
          <w:p w14:paraId="4A0EADDE" w14:textId="77777777" w:rsidR="000A7EBC" w:rsidRPr="003E6B9A" w:rsidRDefault="000A7EBC" w:rsidP="000A7EBC"/>
        </w:tc>
        <w:tc>
          <w:tcPr>
            <w:tcW w:w="823" w:type="dxa"/>
          </w:tcPr>
          <w:p w14:paraId="303107D3" w14:textId="77777777" w:rsidR="000A7EBC" w:rsidRDefault="000A7EBC" w:rsidP="000A7EBC"/>
        </w:tc>
        <w:tc>
          <w:tcPr>
            <w:tcW w:w="3685" w:type="dxa"/>
            <w:vMerge/>
          </w:tcPr>
          <w:p w14:paraId="6405EBE3" w14:textId="77777777" w:rsidR="000A7EBC" w:rsidRDefault="000A7EBC" w:rsidP="000A7EBC"/>
        </w:tc>
      </w:tr>
      <w:tr w:rsidR="000A7EBC" w14:paraId="192D4EE6" w14:textId="77777777" w:rsidTr="00F862D6">
        <w:tc>
          <w:tcPr>
            <w:tcW w:w="1020" w:type="dxa"/>
          </w:tcPr>
          <w:p w14:paraId="2F7F053F" w14:textId="77777777" w:rsidR="000A7EBC" w:rsidRDefault="000A7EBC" w:rsidP="000A7EBC"/>
        </w:tc>
        <w:tc>
          <w:tcPr>
            <w:tcW w:w="2552" w:type="dxa"/>
          </w:tcPr>
          <w:p w14:paraId="36F90D31" w14:textId="77777777" w:rsidR="000A7EBC" w:rsidRPr="003E6B9A" w:rsidRDefault="000A7EBC" w:rsidP="000A7EBC"/>
        </w:tc>
        <w:tc>
          <w:tcPr>
            <w:tcW w:w="823" w:type="dxa"/>
          </w:tcPr>
          <w:p w14:paraId="0B7BD956" w14:textId="77777777" w:rsidR="000A7EBC" w:rsidRDefault="000A7EBC" w:rsidP="000A7EBC"/>
        </w:tc>
        <w:tc>
          <w:tcPr>
            <w:tcW w:w="3685" w:type="dxa"/>
            <w:vMerge/>
          </w:tcPr>
          <w:p w14:paraId="294D6520" w14:textId="77777777" w:rsidR="000A7EBC" w:rsidRDefault="000A7EBC" w:rsidP="000A7EBC"/>
        </w:tc>
      </w:tr>
      <w:tr w:rsidR="000A7EBC" w14:paraId="635DFF9F" w14:textId="77777777" w:rsidTr="00F862D6">
        <w:tc>
          <w:tcPr>
            <w:tcW w:w="1020" w:type="dxa"/>
          </w:tcPr>
          <w:p w14:paraId="7A3891F6" w14:textId="77777777" w:rsidR="000A7EBC" w:rsidRDefault="000A7EBC" w:rsidP="000A7EBC">
            <w:r>
              <w:t>Mobil</w:t>
            </w:r>
          </w:p>
        </w:tc>
        <w:tc>
          <w:tcPr>
            <w:tcW w:w="2552" w:type="dxa"/>
          </w:tcPr>
          <w:p w14:paraId="67448459" w14:textId="6788C5B5" w:rsidR="000A7EBC" w:rsidRPr="003E6B9A" w:rsidRDefault="000A7EBC" w:rsidP="000A7EBC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0A7EBC" w:rsidRDefault="000A7EBC" w:rsidP="000A7EBC"/>
        </w:tc>
        <w:tc>
          <w:tcPr>
            <w:tcW w:w="3685" w:type="dxa"/>
            <w:vMerge/>
          </w:tcPr>
          <w:p w14:paraId="010CCE96" w14:textId="77777777" w:rsidR="000A7EBC" w:rsidRDefault="000A7EBC" w:rsidP="000A7EBC"/>
        </w:tc>
      </w:tr>
      <w:tr w:rsidR="000A7EBC" w14:paraId="2250880D" w14:textId="77777777" w:rsidTr="00F862D6">
        <w:tc>
          <w:tcPr>
            <w:tcW w:w="1020" w:type="dxa"/>
          </w:tcPr>
          <w:p w14:paraId="28245A45" w14:textId="77777777" w:rsidR="000A7EBC" w:rsidRDefault="000A7EBC" w:rsidP="000A7EBC">
            <w:r>
              <w:t>E-mail</w:t>
            </w:r>
          </w:p>
        </w:tc>
        <w:tc>
          <w:tcPr>
            <w:tcW w:w="2552" w:type="dxa"/>
          </w:tcPr>
          <w:p w14:paraId="15A7D067" w14:textId="05158C65" w:rsidR="000A7EBC" w:rsidRPr="003E6B9A" w:rsidRDefault="000A7EBC" w:rsidP="000A7EBC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0A7EBC" w:rsidRDefault="000A7EBC" w:rsidP="000A7EBC"/>
        </w:tc>
        <w:tc>
          <w:tcPr>
            <w:tcW w:w="3685" w:type="dxa"/>
            <w:vMerge/>
          </w:tcPr>
          <w:p w14:paraId="3652D20A" w14:textId="77777777" w:rsidR="000A7EBC" w:rsidRDefault="000A7EBC" w:rsidP="000A7EBC"/>
        </w:tc>
      </w:tr>
      <w:tr w:rsidR="000A7EBC" w14:paraId="2D204002" w14:textId="77777777" w:rsidTr="00F862D6">
        <w:tc>
          <w:tcPr>
            <w:tcW w:w="1020" w:type="dxa"/>
          </w:tcPr>
          <w:p w14:paraId="068019F7" w14:textId="77777777" w:rsidR="000A7EBC" w:rsidRDefault="000A7EBC" w:rsidP="000A7EBC"/>
        </w:tc>
        <w:tc>
          <w:tcPr>
            <w:tcW w:w="2552" w:type="dxa"/>
          </w:tcPr>
          <w:p w14:paraId="7B70D7E4" w14:textId="77777777" w:rsidR="000A7EBC" w:rsidRPr="003E6B9A" w:rsidRDefault="000A7EBC" w:rsidP="000A7EBC"/>
        </w:tc>
        <w:tc>
          <w:tcPr>
            <w:tcW w:w="823" w:type="dxa"/>
          </w:tcPr>
          <w:p w14:paraId="33174AC1" w14:textId="77777777" w:rsidR="000A7EBC" w:rsidRDefault="000A7EBC" w:rsidP="000A7EBC"/>
        </w:tc>
        <w:tc>
          <w:tcPr>
            <w:tcW w:w="3685" w:type="dxa"/>
          </w:tcPr>
          <w:p w14:paraId="1F9B8A95" w14:textId="77777777" w:rsidR="000A7EBC" w:rsidRDefault="000A7EBC" w:rsidP="000A7EBC"/>
        </w:tc>
      </w:tr>
      <w:tr w:rsidR="000A7EBC" w14:paraId="747A7286" w14:textId="77777777" w:rsidTr="00F862D6">
        <w:tc>
          <w:tcPr>
            <w:tcW w:w="1020" w:type="dxa"/>
          </w:tcPr>
          <w:p w14:paraId="49446A50" w14:textId="77777777" w:rsidR="000A7EBC" w:rsidRDefault="000A7EBC" w:rsidP="000A7EBC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60AF53E1" w14:textId="4937E7B6" w:rsidR="000A7EBC" w:rsidRPr="003E6B9A" w:rsidRDefault="000A7EBC" w:rsidP="000A7EBC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>
              <w:rPr>
                <w:noProof/>
              </w:rPr>
              <w:t>25. dubna 2025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4131D041" w14:textId="77777777" w:rsidR="000A7EBC" w:rsidRDefault="000A7EBC" w:rsidP="000A7EBC"/>
        </w:tc>
        <w:tc>
          <w:tcPr>
            <w:tcW w:w="3685" w:type="dxa"/>
          </w:tcPr>
          <w:p w14:paraId="2F0F2E92" w14:textId="77777777" w:rsidR="000A7EBC" w:rsidRDefault="000A7EBC" w:rsidP="000A7EBC"/>
        </w:tc>
      </w:tr>
      <w:tr w:rsidR="000A7EBC" w14:paraId="30537140" w14:textId="77777777" w:rsidTr="00F862D6">
        <w:tc>
          <w:tcPr>
            <w:tcW w:w="1020" w:type="dxa"/>
          </w:tcPr>
          <w:p w14:paraId="18887691" w14:textId="77777777" w:rsidR="000A7EBC" w:rsidRDefault="000A7EBC" w:rsidP="000A7EBC"/>
        </w:tc>
        <w:tc>
          <w:tcPr>
            <w:tcW w:w="2552" w:type="dxa"/>
          </w:tcPr>
          <w:p w14:paraId="46396421" w14:textId="77777777" w:rsidR="000A7EBC" w:rsidRPr="00FE3455" w:rsidRDefault="000A7EBC" w:rsidP="000A7EBC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0A7EBC" w:rsidRDefault="000A7EBC" w:rsidP="000A7EBC"/>
        </w:tc>
        <w:tc>
          <w:tcPr>
            <w:tcW w:w="3685" w:type="dxa"/>
          </w:tcPr>
          <w:p w14:paraId="32277F82" w14:textId="77777777" w:rsidR="000A7EBC" w:rsidRDefault="000A7EBC" w:rsidP="000A7EBC"/>
        </w:tc>
      </w:tr>
      <w:tr w:rsidR="000A7EBC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0A7EBC" w:rsidRDefault="000A7EBC" w:rsidP="000A7EBC"/>
        </w:tc>
        <w:tc>
          <w:tcPr>
            <w:tcW w:w="2552" w:type="dxa"/>
          </w:tcPr>
          <w:p w14:paraId="1DA9BB2C" w14:textId="77777777" w:rsidR="000A7EBC" w:rsidRDefault="000A7EBC" w:rsidP="000A7EBC"/>
        </w:tc>
        <w:tc>
          <w:tcPr>
            <w:tcW w:w="823" w:type="dxa"/>
          </w:tcPr>
          <w:p w14:paraId="137E597C" w14:textId="77777777" w:rsidR="000A7EBC" w:rsidRDefault="000A7EBC" w:rsidP="000A7EBC"/>
        </w:tc>
        <w:tc>
          <w:tcPr>
            <w:tcW w:w="3685" w:type="dxa"/>
          </w:tcPr>
          <w:p w14:paraId="713B9CFF" w14:textId="77777777" w:rsidR="000A7EBC" w:rsidRDefault="000A7EBC" w:rsidP="000A7EBC"/>
        </w:tc>
      </w:tr>
    </w:tbl>
    <w:p w14:paraId="29D4EC2E" w14:textId="25CBFF13" w:rsidR="00723DF4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0A7EBC">
        <w:rPr>
          <w:rFonts w:eastAsia="Calibri" w:cs="Times New Roman"/>
          <w:lang w:eastAsia="cs-CZ"/>
        </w:rPr>
        <w:t>24</w:t>
      </w:r>
      <w:r w:rsidR="00723DF4">
        <w:rPr>
          <w:rFonts w:eastAsia="Calibri" w:cs="Times New Roman"/>
          <w:lang w:eastAsia="cs-CZ"/>
        </w:rPr>
        <w:t xml:space="preserve"> </w:t>
      </w:r>
    </w:p>
    <w:p w14:paraId="25C6ADAC" w14:textId="45ED556B" w:rsidR="00CB7B5A" w:rsidRPr="00C124DB" w:rsidRDefault="00335122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lang w:eastAsia="cs-CZ"/>
        </w:rPr>
        <w:tab/>
      </w:r>
      <w:r w:rsidRPr="00C124DB">
        <w:rPr>
          <w:rFonts w:eastAsia="Calibri" w:cs="Times New Roman"/>
          <w:b/>
          <w:bCs/>
          <w:lang w:eastAsia="cs-CZ"/>
        </w:rPr>
        <w:t>„</w:t>
      </w:r>
      <w:r w:rsidR="00C124DB" w:rsidRPr="00C124DB">
        <w:rPr>
          <w:rFonts w:eastAsia="Times New Roman" w:cs="Arial"/>
          <w:b/>
          <w:bCs/>
          <w:color w:val="000000"/>
          <w:lang w:eastAsia="cs-CZ"/>
        </w:rPr>
        <w:t>Modernizace trati Brno-Přerov, 5. stavba Kojetín – Přerov</w:t>
      </w:r>
      <w:r w:rsidR="00F208F1" w:rsidRPr="00C124DB">
        <w:rPr>
          <w:rFonts w:eastAsia="Calibri" w:cs="Times New Roman"/>
          <w:b/>
          <w:bCs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E945794" w14:textId="77777777" w:rsidR="00862DD1" w:rsidRPr="00BD5319" w:rsidRDefault="00862DD1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3EB2CDE8" w14:textId="2BACBED0" w:rsidR="007F5E22" w:rsidRPr="00611A0E" w:rsidRDefault="007F5E22" w:rsidP="007F5E2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C9216D1" w14:textId="77777777" w:rsidR="007F5E22" w:rsidRPr="00611A0E" w:rsidRDefault="007F5E22" w:rsidP="007F5E2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B825274" w14:textId="77777777" w:rsidR="007F5E22" w:rsidRPr="00611A0E" w:rsidRDefault="007F5E22" w:rsidP="007F5E2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1A1EFCE" w14:textId="16D93A32" w:rsidR="007F5E22" w:rsidRPr="00377A0F" w:rsidRDefault="007F5E22" w:rsidP="007F5E22">
      <w:pPr>
        <w:spacing w:after="0" w:line="240" w:lineRule="auto"/>
        <w:rPr>
          <w:rFonts w:eastAsia="Calibri" w:cs="Times New Roman"/>
          <w:b/>
          <w:lang w:eastAsia="cs-CZ"/>
        </w:rPr>
      </w:pPr>
      <w:r w:rsidRPr="00377A0F">
        <w:rPr>
          <w:rFonts w:eastAsia="Calibri" w:cs="Times New Roman"/>
          <w:b/>
          <w:lang w:eastAsia="cs-CZ"/>
        </w:rPr>
        <w:t>Dotaz č. 6</w:t>
      </w:r>
      <w:r w:rsidR="006B6F36">
        <w:rPr>
          <w:rFonts w:eastAsia="Calibri" w:cs="Times New Roman"/>
          <w:b/>
          <w:lang w:eastAsia="cs-CZ"/>
        </w:rPr>
        <w:t>1</w:t>
      </w:r>
      <w:r w:rsidR="00004BC7">
        <w:rPr>
          <w:rFonts w:eastAsia="Calibri" w:cs="Times New Roman"/>
          <w:b/>
          <w:lang w:eastAsia="cs-CZ"/>
        </w:rPr>
        <w:t>5</w:t>
      </w:r>
      <w:r w:rsidRPr="00377A0F">
        <w:rPr>
          <w:rFonts w:eastAsia="Calibri" w:cs="Times New Roman"/>
          <w:b/>
          <w:lang w:eastAsia="cs-CZ"/>
        </w:rPr>
        <w:t>:</w:t>
      </w:r>
    </w:p>
    <w:p w14:paraId="6D183D52" w14:textId="77777777" w:rsidR="00004BC7" w:rsidRPr="00004BC7" w:rsidRDefault="00004BC7" w:rsidP="00004BC7">
      <w:pPr>
        <w:spacing w:after="0" w:line="240" w:lineRule="auto"/>
        <w:rPr>
          <w:rFonts w:cs="Arial"/>
          <w:color w:val="000000"/>
        </w:rPr>
      </w:pPr>
      <w:r w:rsidRPr="00004BC7">
        <w:rPr>
          <w:rFonts w:cs="Arial"/>
          <w:color w:val="000000"/>
        </w:rPr>
        <w:t>SO 25-18-03.2</w:t>
      </w:r>
    </w:p>
    <w:p w14:paraId="55F56774" w14:textId="77777777" w:rsidR="00004BC7" w:rsidRPr="00004BC7" w:rsidRDefault="00004BC7" w:rsidP="00004BC7">
      <w:pPr>
        <w:spacing w:after="0" w:line="240" w:lineRule="auto"/>
        <w:rPr>
          <w:rFonts w:cs="Arial"/>
          <w:color w:val="000000"/>
        </w:rPr>
      </w:pPr>
      <w:r w:rsidRPr="00004BC7">
        <w:rPr>
          <w:rFonts w:cs="Arial"/>
          <w:color w:val="000000"/>
        </w:rPr>
        <w:t xml:space="preserve">pol. č. 34 VOZOVKOVÉ VRSTVY ZE ŠTĚRKODRTI = 2 133,2250 m2, v TZ je uvedeno Konstrukce vozovky: </w:t>
      </w:r>
    </w:p>
    <w:p w14:paraId="428E9FF0" w14:textId="77777777" w:rsidR="00004BC7" w:rsidRPr="00004BC7" w:rsidRDefault="00004BC7" w:rsidP="00004BC7">
      <w:pPr>
        <w:spacing w:after="0" w:line="240" w:lineRule="auto"/>
        <w:rPr>
          <w:rFonts w:cs="Arial"/>
          <w:color w:val="000000"/>
        </w:rPr>
      </w:pPr>
      <w:r w:rsidRPr="00004BC7">
        <w:rPr>
          <w:rFonts w:cs="Arial"/>
          <w:color w:val="000000"/>
        </w:rPr>
        <w:t xml:space="preserve">D1-A-3-PIII </w:t>
      </w:r>
    </w:p>
    <w:p w14:paraId="749A8902" w14:textId="77777777" w:rsidR="00004BC7" w:rsidRPr="00004BC7" w:rsidRDefault="00004BC7" w:rsidP="00004BC7">
      <w:pPr>
        <w:spacing w:after="0" w:line="240" w:lineRule="auto"/>
        <w:rPr>
          <w:rFonts w:cs="Arial"/>
          <w:color w:val="000000"/>
        </w:rPr>
      </w:pPr>
      <w:r w:rsidRPr="00004BC7">
        <w:rPr>
          <w:rFonts w:cs="Arial"/>
          <w:color w:val="000000"/>
        </w:rPr>
        <w:t>Štěrkodrť ŠDAGE 200 mm ČSN EN 6126-1</w:t>
      </w:r>
    </w:p>
    <w:p w14:paraId="67871539" w14:textId="77777777" w:rsidR="00004BC7" w:rsidRPr="00004BC7" w:rsidRDefault="00004BC7" w:rsidP="00004BC7">
      <w:pPr>
        <w:spacing w:after="0" w:line="240" w:lineRule="auto"/>
        <w:rPr>
          <w:rFonts w:cs="Arial"/>
          <w:color w:val="000000"/>
        </w:rPr>
      </w:pPr>
      <w:r w:rsidRPr="00004BC7">
        <w:rPr>
          <w:rFonts w:cs="Arial"/>
          <w:color w:val="000000"/>
        </w:rPr>
        <w:t>Štěrkodrť ŠDAGE min. 200 mm ČSN EN 6126-1</w:t>
      </w:r>
    </w:p>
    <w:p w14:paraId="44462384" w14:textId="77777777" w:rsidR="00004BC7" w:rsidRPr="00004BC7" w:rsidRDefault="00004BC7" w:rsidP="00004BC7">
      <w:pPr>
        <w:spacing w:after="0" w:line="240" w:lineRule="auto"/>
        <w:rPr>
          <w:rFonts w:cs="Arial"/>
          <w:color w:val="000000"/>
        </w:rPr>
      </w:pPr>
      <w:r w:rsidRPr="00004BC7">
        <w:rPr>
          <w:rFonts w:cs="Arial"/>
          <w:color w:val="000000"/>
        </w:rPr>
        <w:t>ve VPŘ je uvedeno:</w:t>
      </w:r>
    </w:p>
    <w:p w14:paraId="51CD69CD" w14:textId="77777777" w:rsidR="00004BC7" w:rsidRPr="00004BC7" w:rsidRDefault="00004BC7" w:rsidP="00004BC7">
      <w:pPr>
        <w:spacing w:after="0" w:line="240" w:lineRule="auto"/>
        <w:rPr>
          <w:rFonts w:cs="Arial"/>
          <w:color w:val="000000"/>
        </w:rPr>
      </w:pPr>
      <w:r w:rsidRPr="00004BC7">
        <w:rPr>
          <w:rFonts w:cs="Arial"/>
          <w:color w:val="000000"/>
        </w:rPr>
        <w:t>Štěrkodrť ŠDAGE 200 mm ČSN EN 6126-1</w:t>
      </w:r>
    </w:p>
    <w:p w14:paraId="5060B80F" w14:textId="77777777" w:rsidR="00004BC7" w:rsidRPr="00004BC7" w:rsidRDefault="00004BC7" w:rsidP="00004BC7">
      <w:pPr>
        <w:spacing w:after="0" w:line="240" w:lineRule="auto"/>
        <w:rPr>
          <w:rFonts w:cs="Arial"/>
          <w:color w:val="000000"/>
        </w:rPr>
      </w:pPr>
      <w:r w:rsidRPr="00004BC7">
        <w:rPr>
          <w:rFonts w:cs="Arial"/>
          <w:color w:val="000000"/>
        </w:rPr>
        <w:t>Štěrkodrť ŠDBGE 200 mm ČSN EN 6126-1</w:t>
      </w:r>
    </w:p>
    <w:p w14:paraId="5270AA3C" w14:textId="29820871" w:rsidR="006B6F36" w:rsidRDefault="00004BC7" w:rsidP="00004BC7">
      <w:pPr>
        <w:spacing w:after="0" w:line="240" w:lineRule="auto"/>
        <w:rPr>
          <w:rFonts w:cs="Arial"/>
          <w:color w:val="000000"/>
        </w:rPr>
      </w:pPr>
      <w:r w:rsidRPr="00004BC7">
        <w:rPr>
          <w:rFonts w:cs="Arial"/>
          <w:color w:val="000000"/>
        </w:rPr>
        <w:t>Žádáme zadavatele o vysvětlení, co platí ŠDA nebo ŠDB?</w:t>
      </w:r>
    </w:p>
    <w:p w14:paraId="6E9BF9D6" w14:textId="77777777" w:rsidR="00004BC7" w:rsidRPr="00377A0F" w:rsidRDefault="00004BC7" w:rsidP="00004BC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4A7B57C" w14:textId="77777777" w:rsidR="007F5E22" w:rsidRPr="00377A0F" w:rsidRDefault="007F5E22" w:rsidP="007F5E22">
      <w:pPr>
        <w:spacing w:after="0"/>
        <w:rPr>
          <w:rFonts w:cstheme="minorHAnsi"/>
        </w:rPr>
      </w:pPr>
      <w:r w:rsidRPr="00377A0F">
        <w:rPr>
          <w:rFonts w:eastAsia="Calibri" w:cs="Times New Roman"/>
          <w:b/>
          <w:lang w:eastAsia="cs-CZ"/>
        </w:rPr>
        <w:t xml:space="preserve">Odpověď: </w:t>
      </w:r>
    </w:p>
    <w:p w14:paraId="578D2141" w14:textId="1204E500" w:rsidR="00676CAD" w:rsidRPr="00054BF7" w:rsidRDefault="00676CAD" w:rsidP="00676CAD">
      <w:pPr>
        <w:spacing w:after="0" w:line="240" w:lineRule="auto"/>
        <w:rPr>
          <w:rFonts w:eastAsia="Calibri" w:cs="Times New Roman"/>
          <w:bCs/>
          <w:lang w:eastAsia="cs-CZ"/>
        </w:rPr>
      </w:pPr>
      <w:r w:rsidRPr="00054BF7">
        <w:rPr>
          <w:rFonts w:eastAsia="Calibri" w:cs="Times New Roman"/>
          <w:bCs/>
          <w:lang w:eastAsia="cs-CZ"/>
        </w:rPr>
        <w:t>Správné označení je ŠD</w:t>
      </w:r>
      <w:r w:rsidR="00A40A52" w:rsidRPr="00054BF7">
        <w:rPr>
          <w:rFonts w:eastAsia="Calibri" w:cs="Times New Roman"/>
          <w:bCs/>
          <w:lang w:eastAsia="cs-CZ"/>
        </w:rPr>
        <w:t>B.</w:t>
      </w:r>
    </w:p>
    <w:p w14:paraId="58EA6009" w14:textId="77777777" w:rsidR="007F5E22" w:rsidRPr="00377A0F" w:rsidRDefault="007F5E22" w:rsidP="007F5E2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5C5AD2F" w14:textId="77777777" w:rsidR="00461672" w:rsidRDefault="00461672" w:rsidP="007F5E22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2" w:name="_Hlk196298285"/>
      <w:bookmarkStart w:id="3" w:name="_Hlk196469571"/>
    </w:p>
    <w:p w14:paraId="7FDF86E5" w14:textId="1D05E242" w:rsidR="007F5E22" w:rsidRPr="00377A0F" w:rsidRDefault="007F5E22" w:rsidP="007F5E22">
      <w:pPr>
        <w:spacing w:after="0" w:line="240" w:lineRule="auto"/>
        <w:rPr>
          <w:rFonts w:eastAsia="Calibri" w:cs="Times New Roman"/>
          <w:b/>
          <w:lang w:eastAsia="cs-CZ"/>
        </w:rPr>
      </w:pPr>
      <w:r w:rsidRPr="00377A0F">
        <w:rPr>
          <w:rFonts w:eastAsia="Calibri" w:cs="Times New Roman"/>
          <w:b/>
          <w:lang w:eastAsia="cs-CZ"/>
        </w:rPr>
        <w:t>Dotaz č. 6</w:t>
      </w:r>
      <w:r w:rsidR="006B6F36">
        <w:rPr>
          <w:rFonts w:eastAsia="Calibri" w:cs="Times New Roman"/>
          <w:b/>
          <w:lang w:eastAsia="cs-CZ"/>
        </w:rPr>
        <w:t>1</w:t>
      </w:r>
      <w:r w:rsidR="00004BC7">
        <w:rPr>
          <w:rFonts w:eastAsia="Calibri" w:cs="Times New Roman"/>
          <w:b/>
          <w:lang w:eastAsia="cs-CZ"/>
        </w:rPr>
        <w:t>6</w:t>
      </w:r>
      <w:r w:rsidRPr="00377A0F">
        <w:rPr>
          <w:rFonts w:eastAsia="Calibri" w:cs="Times New Roman"/>
          <w:b/>
          <w:lang w:eastAsia="cs-CZ"/>
        </w:rPr>
        <w:t>:</w:t>
      </w:r>
    </w:p>
    <w:p w14:paraId="5F50866A" w14:textId="77777777" w:rsidR="00004BC7" w:rsidRPr="00004BC7" w:rsidRDefault="00004BC7" w:rsidP="00004BC7">
      <w:pPr>
        <w:spacing w:after="0"/>
        <w:rPr>
          <w:rFonts w:cs="Arial"/>
          <w:color w:val="000000"/>
        </w:rPr>
      </w:pPr>
      <w:r w:rsidRPr="00004BC7">
        <w:rPr>
          <w:rFonts w:cs="Arial"/>
          <w:color w:val="000000"/>
        </w:rPr>
        <w:t xml:space="preserve">V soupisech prací se opakovaně vyskytují položky: </w:t>
      </w:r>
    </w:p>
    <w:p w14:paraId="2F417D28" w14:textId="77777777" w:rsidR="00004BC7" w:rsidRPr="00004BC7" w:rsidRDefault="00004BC7" w:rsidP="00004BC7">
      <w:pPr>
        <w:spacing w:after="0"/>
        <w:rPr>
          <w:rFonts w:cs="Arial"/>
          <w:color w:val="000000"/>
        </w:rPr>
      </w:pPr>
      <w:r w:rsidRPr="00004BC7">
        <w:rPr>
          <w:rFonts w:cs="Arial"/>
          <w:color w:val="000000"/>
        </w:rPr>
        <w:t xml:space="preserve">ODSTRANĚNÍ KRYTU ZPEVNĚNÝCH PLOCH S ASFALTOVÝM POJIVEM </w:t>
      </w:r>
      <w:r w:rsidRPr="00004BC7">
        <w:rPr>
          <w:rFonts w:cs="Arial"/>
          <w:b/>
          <w:bCs/>
          <w:color w:val="000000"/>
        </w:rPr>
        <w:t>vč. likvidace - nebezpečný odpad dle PAU ZAS</w:t>
      </w:r>
      <w:r w:rsidRPr="00004BC7">
        <w:rPr>
          <w:rFonts w:cs="Arial"/>
          <w:color w:val="000000"/>
        </w:rPr>
        <w:t xml:space="preserve"> </w:t>
      </w:r>
      <w:r w:rsidRPr="00004BC7">
        <w:rPr>
          <w:rFonts w:cs="Arial"/>
          <w:b/>
          <w:bCs/>
          <w:color w:val="000000"/>
        </w:rPr>
        <w:t>T3</w:t>
      </w:r>
      <w:r w:rsidRPr="00004BC7">
        <w:rPr>
          <w:rFonts w:cs="Arial"/>
          <w:color w:val="000000"/>
        </w:rPr>
        <w:t xml:space="preserve">  </w:t>
      </w:r>
    </w:p>
    <w:p w14:paraId="7E6B298A" w14:textId="77777777" w:rsidR="00004BC7" w:rsidRPr="00004BC7" w:rsidRDefault="00004BC7" w:rsidP="00004BC7">
      <w:pPr>
        <w:spacing w:after="0"/>
        <w:rPr>
          <w:rFonts w:cs="Arial"/>
          <w:color w:val="000000"/>
        </w:rPr>
      </w:pPr>
      <w:r w:rsidRPr="00004BC7">
        <w:rPr>
          <w:rFonts w:cs="Arial"/>
          <w:color w:val="000000"/>
        </w:rPr>
        <w:t>Položka zahrnuje:</w:t>
      </w:r>
    </w:p>
    <w:p w14:paraId="7025944E" w14:textId="77777777" w:rsidR="00004BC7" w:rsidRPr="00004BC7" w:rsidRDefault="00004BC7" w:rsidP="00004BC7">
      <w:pPr>
        <w:spacing w:after="0"/>
        <w:rPr>
          <w:rFonts w:cs="Arial"/>
          <w:color w:val="000000"/>
        </w:rPr>
      </w:pPr>
      <w:r w:rsidRPr="00004BC7">
        <w:rPr>
          <w:rFonts w:cs="Arial"/>
          <w:color w:val="000000"/>
        </w:rPr>
        <w:t>- veškerou manipulaci s vybouranou sutí a s vybouranými hmotami vč. uložení na skládku.</w:t>
      </w:r>
    </w:p>
    <w:p w14:paraId="6CB77A3B" w14:textId="77777777" w:rsidR="00004BC7" w:rsidRPr="00004BC7" w:rsidRDefault="00004BC7" w:rsidP="00004BC7">
      <w:pPr>
        <w:spacing w:after="0"/>
        <w:rPr>
          <w:rFonts w:cs="Arial"/>
          <w:color w:val="000000"/>
        </w:rPr>
      </w:pPr>
      <w:r w:rsidRPr="00004BC7">
        <w:rPr>
          <w:rFonts w:cs="Arial"/>
          <w:color w:val="000000"/>
        </w:rPr>
        <w:t>Položka nezahrnuje:</w:t>
      </w:r>
    </w:p>
    <w:p w14:paraId="55D91A0D" w14:textId="77777777" w:rsidR="00004BC7" w:rsidRPr="00004BC7" w:rsidRDefault="00004BC7" w:rsidP="00004BC7">
      <w:pPr>
        <w:spacing w:after="0"/>
        <w:rPr>
          <w:rFonts w:cs="Arial"/>
          <w:color w:val="000000"/>
        </w:rPr>
      </w:pPr>
      <w:r w:rsidRPr="00004BC7">
        <w:rPr>
          <w:rFonts w:cs="Arial"/>
          <w:color w:val="000000"/>
        </w:rPr>
        <w:t>- poplatek za skládku, který se vykazuje v položce 0141** (s výjimkou malého množství bouraného materiálu, kde je možné poplatek zahrnout do jednotkové</w:t>
      </w:r>
    </w:p>
    <w:p w14:paraId="04C93EDE" w14:textId="77777777" w:rsidR="00004BC7" w:rsidRPr="00004BC7" w:rsidRDefault="00004BC7" w:rsidP="00004BC7">
      <w:pPr>
        <w:spacing w:after="0"/>
        <w:rPr>
          <w:rFonts w:cs="Arial"/>
          <w:color w:val="000000"/>
        </w:rPr>
      </w:pPr>
      <w:r w:rsidRPr="00004BC7">
        <w:rPr>
          <w:rFonts w:cs="Arial"/>
          <w:color w:val="000000"/>
        </w:rPr>
        <w:t>ceny bourání – tento fakt musí být uveden v doplňujícím textu k položce).</w:t>
      </w:r>
    </w:p>
    <w:p w14:paraId="377D6B78" w14:textId="11B69301" w:rsidR="00004BC7" w:rsidRPr="00004BC7" w:rsidRDefault="00004BC7" w:rsidP="00004BC7">
      <w:pPr>
        <w:spacing w:after="0"/>
        <w:rPr>
          <w:rFonts w:cs="Arial"/>
          <w:color w:val="000000"/>
        </w:rPr>
      </w:pPr>
      <w:r w:rsidRPr="00004BC7">
        <w:rPr>
          <w:rFonts w:cs="Arial"/>
          <w:color w:val="000000"/>
        </w:rPr>
        <w:t>25-18-07 pol. č. 5 = 210,00 m3</w:t>
      </w:r>
      <w:r w:rsidR="00713865">
        <w:rPr>
          <w:rFonts w:cs="Arial"/>
          <w:color w:val="000000"/>
        </w:rPr>
        <w:t xml:space="preserve"> </w:t>
      </w:r>
    </w:p>
    <w:p w14:paraId="6190A37F" w14:textId="24325320" w:rsidR="00004BC7" w:rsidRPr="00004BC7" w:rsidRDefault="00004BC7" w:rsidP="00004BC7">
      <w:pPr>
        <w:spacing w:after="0"/>
        <w:rPr>
          <w:rFonts w:cs="Arial"/>
          <w:color w:val="000000"/>
        </w:rPr>
      </w:pPr>
      <w:r w:rsidRPr="00004BC7">
        <w:rPr>
          <w:rFonts w:cs="Arial"/>
          <w:color w:val="000000"/>
        </w:rPr>
        <w:t>25-18-10 pol. č. 4 = 159,60 m3</w:t>
      </w:r>
      <w:r w:rsidR="000479CF">
        <w:rPr>
          <w:rFonts w:cs="Arial"/>
          <w:color w:val="000000"/>
        </w:rPr>
        <w:t xml:space="preserve"> </w:t>
      </w:r>
    </w:p>
    <w:p w14:paraId="5B296B4C" w14:textId="39ABAA39" w:rsidR="000479CF" w:rsidRPr="00004BC7" w:rsidRDefault="00004BC7" w:rsidP="00004BC7">
      <w:pPr>
        <w:spacing w:after="0"/>
        <w:rPr>
          <w:rFonts w:cs="Arial"/>
          <w:color w:val="000000"/>
        </w:rPr>
      </w:pPr>
      <w:r w:rsidRPr="00004BC7">
        <w:rPr>
          <w:rFonts w:cs="Arial"/>
          <w:color w:val="000000"/>
        </w:rPr>
        <w:t>26-18-01 pol. č. 1 = 95,50 m3</w:t>
      </w:r>
      <w:r w:rsidR="000479CF">
        <w:rPr>
          <w:rFonts w:cs="Arial"/>
          <w:color w:val="000000"/>
        </w:rPr>
        <w:t xml:space="preserve"> </w:t>
      </w:r>
    </w:p>
    <w:p w14:paraId="354FAFBD" w14:textId="09AE1E02" w:rsidR="00004BC7" w:rsidRPr="00004BC7" w:rsidRDefault="00004BC7" w:rsidP="00004BC7">
      <w:pPr>
        <w:spacing w:after="0"/>
        <w:rPr>
          <w:rFonts w:cs="Arial"/>
          <w:color w:val="000000"/>
        </w:rPr>
      </w:pPr>
      <w:r w:rsidRPr="00004BC7">
        <w:rPr>
          <w:rFonts w:cs="Arial"/>
          <w:color w:val="000000"/>
        </w:rPr>
        <w:t>26-18-04.1 pol. č. 6 = 513,645 m3</w:t>
      </w:r>
      <w:r w:rsidR="00905418">
        <w:rPr>
          <w:rFonts w:cs="Arial"/>
          <w:color w:val="000000"/>
        </w:rPr>
        <w:t xml:space="preserve"> </w:t>
      </w:r>
    </w:p>
    <w:p w14:paraId="4D15ABF1" w14:textId="77C1E945" w:rsidR="00004BC7" w:rsidRPr="00004BC7" w:rsidRDefault="00004BC7" w:rsidP="00004BC7">
      <w:pPr>
        <w:spacing w:after="0"/>
        <w:rPr>
          <w:rFonts w:cs="Arial"/>
          <w:color w:val="000000"/>
        </w:rPr>
      </w:pPr>
      <w:r w:rsidRPr="00004BC7">
        <w:rPr>
          <w:rFonts w:cs="Arial"/>
          <w:color w:val="000000"/>
        </w:rPr>
        <w:t>26-18-04.2 pol. č. 4 = 77,595 m3</w:t>
      </w:r>
      <w:r w:rsidR="00905418">
        <w:rPr>
          <w:rFonts w:cs="Arial"/>
          <w:color w:val="000000"/>
        </w:rPr>
        <w:t xml:space="preserve"> </w:t>
      </w:r>
    </w:p>
    <w:p w14:paraId="537224ED" w14:textId="651F0542" w:rsidR="00004BC7" w:rsidRPr="00004BC7" w:rsidRDefault="00004BC7" w:rsidP="00004BC7">
      <w:pPr>
        <w:spacing w:after="0"/>
        <w:rPr>
          <w:rFonts w:cs="Arial"/>
          <w:color w:val="000000"/>
        </w:rPr>
      </w:pPr>
      <w:r w:rsidRPr="00004BC7">
        <w:rPr>
          <w:rFonts w:cs="Arial"/>
          <w:color w:val="000000"/>
        </w:rPr>
        <w:t>26-18-04.3 pol. č. 4 = 45,239 m3</w:t>
      </w:r>
      <w:r w:rsidR="00905418">
        <w:rPr>
          <w:rFonts w:cs="Arial"/>
          <w:color w:val="000000"/>
        </w:rPr>
        <w:t xml:space="preserve"> </w:t>
      </w:r>
    </w:p>
    <w:p w14:paraId="5CFF72E9" w14:textId="7219A54B" w:rsidR="00004BC7" w:rsidRPr="00004BC7" w:rsidRDefault="00004BC7" w:rsidP="00004BC7">
      <w:pPr>
        <w:spacing w:after="0"/>
        <w:rPr>
          <w:rFonts w:cs="Arial"/>
          <w:color w:val="000000"/>
        </w:rPr>
      </w:pPr>
      <w:r w:rsidRPr="00004BC7">
        <w:rPr>
          <w:rFonts w:cs="Arial"/>
          <w:color w:val="000000"/>
        </w:rPr>
        <w:t>28-18-08.1 pol. č. 2 = 973,89 m</w:t>
      </w:r>
      <w:r w:rsidR="00905418">
        <w:rPr>
          <w:rFonts w:cs="Arial"/>
          <w:color w:val="000000"/>
        </w:rPr>
        <w:t xml:space="preserve">3 </w:t>
      </w:r>
    </w:p>
    <w:p w14:paraId="0BAC241E" w14:textId="27C91352" w:rsidR="00927155" w:rsidRPr="00004BC7" w:rsidRDefault="00004BC7" w:rsidP="00004BC7">
      <w:pPr>
        <w:spacing w:after="0"/>
        <w:rPr>
          <w:rFonts w:cs="Arial"/>
          <w:color w:val="000000"/>
        </w:rPr>
      </w:pPr>
      <w:r w:rsidRPr="00004BC7">
        <w:rPr>
          <w:rFonts w:cs="Arial"/>
          <w:color w:val="000000"/>
        </w:rPr>
        <w:lastRenderedPageBreak/>
        <w:t>28-18-08.2 pol. č. 1 = 317,50 m3</w:t>
      </w:r>
      <w:r w:rsidR="00927155">
        <w:rPr>
          <w:rFonts w:cs="Arial"/>
          <w:color w:val="000000"/>
        </w:rPr>
        <w:t xml:space="preserve"> </w:t>
      </w:r>
    </w:p>
    <w:p w14:paraId="3D2692E4" w14:textId="67F70A40" w:rsidR="00004BC7" w:rsidRPr="00004BC7" w:rsidRDefault="00004BC7" w:rsidP="00004BC7">
      <w:pPr>
        <w:spacing w:after="0"/>
        <w:rPr>
          <w:rFonts w:cs="Arial"/>
          <w:color w:val="000000"/>
        </w:rPr>
      </w:pPr>
      <w:r w:rsidRPr="00004BC7">
        <w:rPr>
          <w:rFonts w:cs="Arial"/>
          <w:color w:val="000000"/>
        </w:rPr>
        <w:t>28-18-09.1 pol. č. 1 = 52,80 m3</w:t>
      </w:r>
      <w:r w:rsidR="00927155">
        <w:rPr>
          <w:rFonts w:cs="Arial"/>
          <w:color w:val="000000"/>
        </w:rPr>
        <w:t xml:space="preserve"> </w:t>
      </w:r>
    </w:p>
    <w:p w14:paraId="0BDE07ED" w14:textId="0B5134CF" w:rsidR="00004BC7" w:rsidRPr="00004BC7" w:rsidRDefault="00004BC7" w:rsidP="00004BC7">
      <w:pPr>
        <w:spacing w:after="0"/>
        <w:rPr>
          <w:rFonts w:cs="Arial"/>
          <w:color w:val="000000"/>
        </w:rPr>
      </w:pPr>
      <w:r w:rsidRPr="00004BC7">
        <w:rPr>
          <w:rFonts w:cs="Arial"/>
          <w:color w:val="000000"/>
        </w:rPr>
        <w:t>28-18-12 pol. č. 1 = 10,24 m3</w:t>
      </w:r>
      <w:r w:rsidR="00887FF1">
        <w:rPr>
          <w:rFonts w:cs="Arial"/>
          <w:color w:val="000000"/>
        </w:rPr>
        <w:t xml:space="preserve"> </w:t>
      </w:r>
    </w:p>
    <w:p w14:paraId="4AB8B60F" w14:textId="5FE2D36E" w:rsidR="006B6F36" w:rsidRDefault="00004BC7" w:rsidP="00004BC7">
      <w:pPr>
        <w:spacing w:after="0"/>
        <w:rPr>
          <w:rFonts w:cs="Arial"/>
          <w:color w:val="000000"/>
        </w:rPr>
      </w:pPr>
      <w:r w:rsidRPr="00004BC7">
        <w:rPr>
          <w:rFonts w:cs="Arial"/>
          <w:color w:val="000000"/>
        </w:rPr>
        <w:t>Vysvětlí zadavatel rozdíl v textu položky (tj. včetně likvidace) a v poznámce položky, na základě které se poplatek vykazuje v položce 0141**.  Tyto položky 0141**  však v jednotlivých SO chybí.</w:t>
      </w:r>
    </w:p>
    <w:p w14:paraId="046EA1EE" w14:textId="77777777" w:rsidR="00676CAD" w:rsidRDefault="00676CAD" w:rsidP="00004BC7">
      <w:pPr>
        <w:spacing w:after="0"/>
        <w:rPr>
          <w:rFonts w:eastAsia="Calibri" w:cs="Times New Roman"/>
          <w:b/>
          <w:lang w:eastAsia="cs-CZ"/>
        </w:rPr>
      </w:pPr>
    </w:p>
    <w:p w14:paraId="30E3AB20" w14:textId="77777777" w:rsidR="009446C2" w:rsidRPr="00377A0F" w:rsidRDefault="009446C2" w:rsidP="009446C2">
      <w:pPr>
        <w:spacing w:after="0"/>
        <w:rPr>
          <w:rFonts w:cstheme="minorHAnsi"/>
        </w:rPr>
      </w:pPr>
      <w:bookmarkStart w:id="4" w:name="_Hlk196466172"/>
      <w:bookmarkEnd w:id="2"/>
      <w:r w:rsidRPr="00377A0F">
        <w:rPr>
          <w:rFonts w:eastAsia="Calibri" w:cs="Times New Roman"/>
          <w:b/>
          <w:lang w:eastAsia="cs-CZ"/>
        </w:rPr>
        <w:t xml:space="preserve">Odpověď: </w:t>
      </w:r>
    </w:p>
    <w:bookmarkEnd w:id="4"/>
    <w:p w14:paraId="4CA96A68" w14:textId="77777777" w:rsidR="009446C2" w:rsidRPr="00054BF7" w:rsidRDefault="009446C2" w:rsidP="009446C2">
      <w:pPr>
        <w:spacing w:after="0" w:line="240" w:lineRule="auto"/>
        <w:rPr>
          <w:rFonts w:eastAsia="Calibri" w:cs="Times New Roman"/>
          <w:lang w:eastAsia="cs-CZ"/>
        </w:rPr>
      </w:pPr>
      <w:r w:rsidRPr="00054BF7">
        <w:rPr>
          <w:rFonts w:eastAsia="Calibri" w:cs="Times New Roman"/>
          <w:lang w:eastAsia="cs-CZ"/>
        </w:rPr>
        <w:t xml:space="preserve">SO 25-18-07 pol. č. 5 = 210,00 m3  </w:t>
      </w:r>
    </w:p>
    <w:p w14:paraId="1A63FF2F" w14:textId="77777777" w:rsidR="009446C2" w:rsidRPr="00054BF7" w:rsidRDefault="009446C2" w:rsidP="009446C2">
      <w:pPr>
        <w:spacing w:after="0" w:line="240" w:lineRule="auto"/>
        <w:rPr>
          <w:rFonts w:eastAsia="Calibri" w:cs="Times New Roman"/>
          <w:lang w:eastAsia="cs-CZ"/>
        </w:rPr>
      </w:pPr>
      <w:r w:rsidRPr="00054BF7">
        <w:rPr>
          <w:rFonts w:eastAsia="Calibri" w:cs="Times New Roman"/>
          <w:lang w:eastAsia="cs-CZ"/>
        </w:rPr>
        <w:t>Bylo změněno dle tabulky odpadů – doplněna pol. R015670 pro skládku nebezpečného odpadu a opraveno množství pol. R015130.</w:t>
      </w:r>
    </w:p>
    <w:p w14:paraId="09417B07" w14:textId="43E4714D" w:rsidR="009446C2" w:rsidRPr="00054BF7" w:rsidRDefault="009446C2" w:rsidP="009446C2">
      <w:pPr>
        <w:spacing w:after="0" w:line="240" w:lineRule="auto"/>
        <w:rPr>
          <w:rFonts w:eastAsia="Calibri" w:cs="Times New Roman"/>
          <w:lang w:eastAsia="cs-CZ"/>
        </w:rPr>
      </w:pPr>
      <w:r w:rsidRPr="00054BF7">
        <w:rPr>
          <w:rFonts w:eastAsia="Calibri" w:cs="Times New Roman"/>
          <w:lang w:eastAsia="cs-CZ"/>
        </w:rPr>
        <w:t xml:space="preserve">SO 25-18-10 pol. č. 4 = 159,60 m - byla doplněna pol. R015130 pro skládkovné, nejde o </w:t>
      </w:r>
      <w:proofErr w:type="spellStart"/>
      <w:r w:rsidRPr="00054BF7">
        <w:rPr>
          <w:rFonts w:eastAsia="Calibri" w:cs="Times New Roman"/>
          <w:lang w:eastAsia="cs-CZ"/>
        </w:rPr>
        <w:t>nebezp</w:t>
      </w:r>
      <w:proofErr w:type="spellEnd"/>
      <w:r w:rsidRPr="00054BF7">
        <w:rPr>
          <w:rFonts w:eastAsia="Calibri" w:cs="Times New Roman"/>
          <w:lang w:eastAsia="cs-CZ"/>
        </w:rPr>
        <w:t>. odpad.</w:t>
      </w:r>
    </w:p>
    <w:p w14:paraId="301983ED" w14:textId="77777777" w:rsidR="009446C2" w:rsidRPr="00054BF7" w:rsidRDefault="009446C2" w:rsidP="009446C2">
      <w:pPr>
        <w:spacing w:after="0" w:line="240" w:lineRule="auto"/>
        <w:rPr>
          <w:rFonts w:eastAsia="Calibri" w:cs="Times New Roman"/>
          <w:lang w:eastAsia="cs-CZ"/>
        </w:rPr>
      </w:pPr>
      <w:r w:rsidRPr="00054BF7">
        <w:rPr>
          <w:rFonts w:eastAsia="Calibri" w:cs="Times New Roman"/>
          <w:lang w:eastAsia="cs-CZ"/>
        </w:rPr>
        <w:t xml:space="preserve">Ostatní stavební objekty obsahují položku s kódem R015130 pro skládkovné. Dle přílohy E.3.1.3.2 Průzkum pro pozemní komunikace PAU se nejedná o nebezpečný odpad. </w:t>
      </w:r>
    </w:p>
    <w:p w14:paraId="5DE6E068" w14:textId="77777777" w:rsidR="009446C2" w:rsidRPr="00054BF7" w:rsidRDefault="009446C2" w:rsidP="009446C2">
      <w:pPr>
        <w:spacing w:after="0" w:line="240" w:lineRule="auto"/>
        <w:rPr>
          <w:rFonts w:eastAsia="Calibri" w:cs="Times New Roman"/>
          <w:lang w:eastAsia="cs-CZ"/>
        </w:rPr>
      </w:pPr>
    </w:p>
    <w:p w14:paraId="7D3BD04B" w14:textId="32A54E7F" w:rsidR="009446C2" w:rsidRPr="00054BF7" w:rsidRDefault="009446C2" w:rsidP="009446C2">
      <w:pPr>
        <w:spacing w:after="0" w:line="240" w:lineRule="auto"/>
        <w:rPr>
          <w:rFonts w:eastAsia="Calibri" w:cs="Times New Roman"/>
          <w:lang w:eastAsia="cs-CZ"/>
        </w:rPr>
      </w:pPr>
      <w:r w:rsidRPr="00054BF7">
        <w:rPr>
          <w:rFonts w:eastAsia="Calibri" w:cs="Times New Roman"/>
          <w:lang w:eastAsia="cs-CZ"/>
        </w:rPr>
        <w:t>Likvidace odpadů vč. dopravy je dle požadavku investora vykazována položkami R015***, které jsou všechny uvedeny v SO 90-90, kde mají být i naceněny.</w:t>
      </w:r>
    </w:p>
    <w:p w14:paraId="1E0012EE" w14:textId="77777777" w:rsidR="00676CAD" w:rsidRPr="009446C2" w:rsidRDefault="00676CAD" w:rsidP="00676CAD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bookmarkEnd w:id="3"/>
    <w:p w14:paraId="437F393C" w14:textId="77777777" w:rsidR="00004BC7" w:rsidRPr="00377A0F" w:rsidRDefault="00004BC7" w:rsidP="007F5E2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0441360" w14:textId="3BBDF728" w:rsidR="00004BC7" w:rsidRPr="00377A0F" w:rsidRDefault="00004BC7" w:rsidP="00004BC7">
      <w:pPr>
        <w:spacing w:after="0" w:line="240" w:lineRule="auto"/>
        <w:rPr>
          <w:rFonts w:eastAsia="Calibri" w:cs="Times New Roman"/>
          <w:b/>
          <w:lang w:eastAsia="cs-CZ"/>
        </w:rPr>
      </w:pPr>
      <w:r w:rsidRPr="00377A0F">
        <w:rPr>
          <w:rFonts w:eastAsia="Calibri" w:cs="Times New Roman"/>
          <w:b/>
          <w:lang w:eastAsia="cs-CZ"/>
        </w:rPr>
        <w:t>Dotaz č. 6</w:t>
      </w:r>
      <w:r>
        <w:rPr>
          <w:rFonts w:eastAsia="Calibri" w:cs="Times New Roman"/>
          <w:b/>
          <w:lang w:eastAsia="cs-CZ"/>
        </w:rPr>
        <w:t>17</w:t>
      </w:r>
      <w:r w:rsidRPr="00377A0F">
        <w:rPr>
          <w:rFonts w:eastAsia="Calibri" w:cs="Times New Roman"/>
          <w:b/>
          <w:lang w:eastAsia="cs-CZ"/>
        </w:rPr>
        <w:t>:</w:t>
      </w:r>
    </w:p>
    <w:p w14:paraId="02C37EC7" w14:textId="77777777" w:rsidR="00004BC7" w:rsidRPr="00004BC7" w:rsidRDefault="00004BC7" w:rsidP="00004BC7">
      <w:pPr>
        <w:spacing w:after="0" w:line="240" w:lineRule="auto"/>
        <w:rPr>
          <w:rFonts w:cs="Arial"/>
          <w:color w:val="000000"/>
        </w:rPr>
      </w:pPr>
      <w:r w:rsidRPr="00004BC7">
        <w:rPr>
          <w:rFonts w:cs="Arial"/>
          <w:color w:val="000000"/>
        </w:rPr>
        <w:t>V SO 28-18-10 pol. č. 2 = 6,00 m3</w:t>
      </w:r>
    </w:p>
    <w:p w14:paraId="20E352D0" w14:textId="77777777" w:rsidR="00004BC7" w:rsidRPr="00004BC7" w:rsidRDefault="00004BC7" w:rsidP="00004BC7">
      <w:pPr>
        <w:spacing w:after="0" w:line="240" w:lineRule="auto"/>
        <w:rPr>
          <w:rFonts w:cs="Arial"/>
          <w:color w:val="000000"/>
        </w:rPr>
      </w:pPr>
      <w:r w:rsidRPr="00004BC7">
        <w:rPr>
          <w:rFonts w:cs="Arial"/>
          <w:color w:val="000000"/>
        </w:rPr>
        <w:t>V tomto SO je pol. č. 55 NEOCEŇOVAT - POPLATKY ZA LIKVIDACI ODPADŮ NEBEZPEČNÝCH - 17 03 01* ASFALTOVÉ SMĚSI OBSAHUJÍCÍ DEHET VČ. DOPRAVY NA SKLÁDKU A MANIPULACE = 24,20 t</w:t>
      </w:r>
    </w:p>
    <w:p w14:paraId="4BECCA15" w14:textId="77777777" w:rsidR="00004BC7" w:rsidRPr="00004BC7" w:rsidRDefault="00004BC7" w:rsidP="00004BC7">
      <w:pPr>
        <w:spacing w:after="0" w:line="240" w:lineRule="auto"/>
        <w:rPr>
          <w:rFonts w:cs="Arial"/>
          <w:color w:val="000000"/>
        </w:rPr>
      </w:pPr>
      <w:r w:rsidRPr="00004BC7">
        <w:rPr>
          <w:rFonts w:cs="Arial"/>
          <w:color w:val="000000"/>
        </w:rPr>
        <w:t xml:space="preserve">ale tato položka se vztahuje k položce frézování, tj. k pol. č. 6 (frézování </w:t>
      </w:r>
      <w:proofErr w:type="spellStart"/>
      <w:r w:rsidRPr="00004BC7">
        <w:rPr>
          <w:rFonts w:cs="Arial"/>
          <w:color w:val="000000"/>
        </w:rPr>
        <w:t>asf</w:t>
      </w:r>
      <w:proofErr w:type="spellEnd"/>
      <w:r w:rsidRPr="00004BC7">
        <w:rPr>
          <w:rFonts w:cs="Arial"/>
          <w:color w:val="000000"/>
        </w:rPr>
        <w:t xml:space="preserve">. krytu </w:t>
      </w:r>
      <w:proofErr w:type="spellStart"/>
      <w:r w:rsidRPr="00004BC7">
        <w:rPr>
          <w:rFonts w:cs="Arial"/>
          <w:color w:val="000000"/>
        </w:rPr>
        <w:t>tl</w:t>
      </w:r>
      <w:proofErr w:type="spellEnd"/>
      <w:r w:rsidRPr="00004BC7">
        <w:rPr>
          <w:rFonts w:cs="Arial"/>
          <w:color w:val="000000"/>
        </w:rPr>
        <w:t>. 50 mm = 220*0.05*2.2).</w:t>
      </w:r>
    </w:p>
    <w:p w14:paraId="05E758B4" w14:textId="56117446" w:rsidR="00004BC7" w:rsidRDefault="00004BC7" w:rsidP="00004BC7">
      <w:pPr>
        <w:spacing w:after="0" w:line="240" w:lineRule="auto"/>
        <w:rPr>
          <w:rFonts w:cs="Arial"/>
          <w:color w:val="000000"/>
        </w:rPr>
      </w:pPr>
      <w:r w:rsidRPr="00004BC7">
        <w:rPr>
          <w:rFonts w:cs="Arial"/>
          <w:color w:val="000000"/>
        </w:rPr>
        <w:t xml:space="preserve">K pol. č. 2 odstranění krytu </w:t>
      </w:r>
      <w:proofErr w:type="spellStart"/>
      <w:r w:rsidRPr="00004BC7">
        <w:rPr>
          <w:rFonts w:cs="Arial"/>
          <w:color w:val="000000"/>
        </w:rPr>
        <w:t>zp</w:t>
      </w:r>
      <w:proofErr w:type="spellEnd"/>
      <w:r w:rsidRPr="00004BC7">
        <w:rPr>
          <w:rFonts w:cs="Arial"/>
          <w:color w:val="000000"/>
        </w:rPr>
        <w:t>. ploch s </w:t>
      </w:r>
      <w:proofErr w:type="spellStart"/>
      <w:r w:rsidRPr="00004BC7">
        <w:rPr>
          <w:rFonts w:cs="Arial"/>
          <w:color w:val="000000"/>
        </w:rPr>
        <w:t>asf</w:t>
      </w:r>
      <w:proofErr w:type="spellEnd"/>
      <w:r w:rsidRPr="00004BC7">
        <w:rPr>
          <w:rFonts w:cs="Arial"/>
          <w:color w:val="000000"/>
        </w:rPr>
        <w:t>. pojivem vč. likvidace NO PAU ZAS T3 tento poplatek chybí. Doplní zadavatel položku do rozpočtu?</w:t>
      </w:r>
    </w:p>
    <w:p w14:paraId="106504F4" w14:textId="77777777" w:rsidR="00004BC7" w:rsidRPr="00377A0F" w:rsidRDefault="00004BC7" w:rsidP="00004BC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742B282" w14:textId="77777777" w:rsidR="00004BC7" w:rsidRPr="00377A0F" w:rsidRDefault="00004BC7" w:rsidP="00004BC7">
      <w:pPr>
        <w:spacing w:after="0"/>
        <w:rPr>
          <w:rFonts w:cstheme="minorHAnsi"/>
        </w:rPr>
      </w:pPr>
      <w:r w:rsidRPr="00377A0F">
        <w:rPr>
          <w:rFonts w:eastAsia="Calibri" w:cs="Times New Roman"/>
          <w:b/>
          <w:lang w:eastAsia="cs-CZ"/>
        </w:rPr>
        <w:t xml:space="preserve">Odpověď: </w:t>
      </w:r>
    </w:p>
    <w:p w14:paraId="2C319E89" w14:textId="7905849A" w:rsidR="00D438F3" w:rsidRPr="00054BF7" w:rsidRDefault="00D438F3" w:rsidP="00004BC7">
      <w:pPr>
        <w:spacing w:after="0" w:line="240" w:lineRule="auto"/>
        <w:rPr>
          <w:rFonts w:eastAsia="Calibri" w:cs="Times New Roman"/>
          <w:bCs/>
          <w:lang w:eastAsia="cs-CZ"/>
        </w:rPr>
      </w:pPr>
      <w:r w:rsidRPr="00054BF7">
        <w:rPr>
          <w:rFonts w:eastAsia="Calibri" w:cs="Times New Roman"/>
          <w:bCs/>
          <w:lang w:eastAsia="cs-CZ"/>
        </w:rPr>
        <w:t>Asfaltový beton v </w:t>
      </w:r>
      <w:proofErr w:type="spellStart"/>
      <w:r w:rsidRPr="00054BF7">
        <w:rPr>
          <w:rFonts w:eastAsia="Calibri" w:cs="Times New Roman"/>
          <w:bCs/>
          <w:lang w:eastAsia="cs-CZ"/>
        </w:rPr>
        <w:t>tl</w:t>
      </w:r>
      <w:proofErr w:type="spellEnd"/>
      <w:r w:rsidRPr="00054BF7">
        <w:rPr>
          <w:rFonts w:eastAsia="Calibri" w:cs="Times New Roman"/>
          <w:bCs/>
          <w:lang w:eastAsia="cs-CZ"/>
        </w:rPr>
        <w:t xml:space="preserve">. 40 mm demolovaný v rámci pol. s kódem 11313 v množství 6m3 </w:t>
      </w:r>
      <w:r w:rsidR="0062430A" w:rsidRPr="00054BF7">
        <w:rPr>
          <w:rFonts w:eastAsia="Calibri" w:cs="Times New Roman"/>
          <w:bCs/>
          <w:lang w:eastAsia="cs-CZ"/>
        </w:rPr>
        <w:t xml:space="preserve">- poplatek je uveden v pol. s kódem R151330 NEOCEŇOVAT - POPLATKY ZA LIKVIDACI ODPADŮ NEKONTAMINOVANÝCH - 17 03 02 VYBOURANÝ ASFALTOVÝ BETON BEZ DEHTU VČ. DOPRAVY NA SKLÁDKU A MANIPULACE. Dle přílohy E.3.1.3.2 Průzkum pro pozemní komunikace PAU se nejedná o nebezpečný odpad. </w:t>
      </w:r>
    </w:p>
    <w:p w14:paraId="7E82E8E9" w14:textId="77777777" w:rsidR="00004BC7" w:rsidRDefault="00004BC7" w:rsidP="00004BC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DEDF12F" w14:textId="77777777" w:rsidR="00461672" w:rsidRPr="00377A0F" w:rsidRDefault="00461672" w:rsidP="00004BC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F2E36F7" w14:textId="29D69F9B" w:rsidR="00004BC7" w:rsidRPr="00377A0F" w:rsidRDefault="00004BC7" w:rsidP="00004BC7">
      <w:pPr>
        <w:spacing w:after="0" w:line="240" w:lineRule="auto"/>
        <w:rPr>
          <w:rFonts w:eastAsia="Calibri" w:cs="Times New Roman"/>
          <w:b/>
          <w:lang w:eastAsia="cs-CZ"/>
        </w:rPr>
      </w:pPr>
      <w:r w:rsidRPr="00377A0F">
        <w:rPr>
          <w:rFonts w:eastAsia="Calibri" w:cs="Times New Roman"/>
          <w:b/>
          <w:lang w:eastAsia="cs-CZ"/>
        </w:rPr>
        <w:t>Dotaz č. 6</w:t>
      </w:r>
      <w:r>
        <w:rPr>
          <w:rFonts w:eastAsia="Calibri" w:cs="Times New Roman"/>
          <w:b/>
          <w:lang w:eastAsia="cs-CZ"/>
        </w:rPr>
        <w:t>18</w:t>
      </w:r>
      <w:r w:rsidRPr="00377A0F">
        <w:rPr>
          <w:rFonts w:eastAsia="Calibri" w:cs="Times New Roman"/>
          <w:b/>
          <w:lang w:eastAsia="cs-CZ"/>
        </w:rPr>
        <w:t>:</w:t>
      </w:r>
    </w:p>
    <w:p w14:paraId="7EE99DC7" w14:textId="77777777" w:rsidR="00004BC7" w:rsidRPr="00AC04E1" w:rsidRDefault="00004BC7" w:rsidP="00004BC7">
      <w:pPr>
        <w:pStyle w:val="Bezmezer"/>
      </w:pPr>
      <w:r>
        <w:t>V soupisu prací</w:t>
      </w:r>
      <w:r w:rsidRPr="00AC04E1">
        <w:t xml:space="preserve"> SO 25-18-01.1 pol. č. 13 FRÉZOVÁNÍ ZPEVNĚNÝCH PLOCH ASFALTOVÝCH = 20,80 m3</w:t>
      </w:r>
    </w:p>
    <w:p w14:paraId="6356DEA4" w14:textId="77777777" w:rsidR="00004BC7" w:rsidRPr="00AC04E1" w:rsidRDefault="00004BC7" w:rsidP="00004BC7">
      <w:pPr>
        <w:pStyle w:val="Bezmezer"/>
      </w:pPr>
      <w:r w:rsidRPr="00AC04E1">
        <w:t>PAU zatříděno do ZAS-T4 (nebezpečný odpad)</w:t>
      </w:r>
    </w:p>
    <w:p w14:paraId="16A82374" w14:textId="77777777" w:rsidR="00004BC7" w:rsidRPr="00AC04E1" w:rsidRDefault="00004BC7" w:rsidP="00004BC7">
      <w:pPr>
        <w:pStyle w:val="Bezmezer"/>
      </w:pPr>
      <w:r w:rsidRPr="00AC04E1">
        <w:t>Položka zahrnuje:</w:t>
      </w:r>
    </w:p>
    <w:p w14:paraId="4B64E5DE" w14:textId="77777777" w:rsidR="00004BC7" w:rsidRPr="00AC04E1" w:rsidRDefault="00004BC7" w:rsidP="00004BC7">
      <w:pPr>
        <w:pStyle w:val="Bezmezer"/>
      </w:pPr>
      <w:r w:rsidRPr="00AC04E1">
        <w:t xml:space="preserve">- veškerou manipulaci s vybouranou sutí a s vybouranými hmotami vč. uložení na skládku. </w:t>
      </w:r>
    </w:p>
    <w:p w14:paraId="78D34F7C" w14:textId="77777777" w:rsidR="00004BC7" w:rsidRPr="00AC04E1" w:rsidRDefault="00004BC7" w:rsidP="00004BC7">
      <w:pPr>
        <w:pStyle w:val="Bezmezer"/>
      </w:pPr>
      <w:r w:rsidRPr="00AC04E1">
        <w:t>Položka nezahrnuje:</w:t>
      </w:r>
    </w:p>
    <w:p w14:paraId="5D9D4015" w14:textId="77777777" w:rsidR="00004BC7" w:rsidRPr="00AC04E1" w:rsidRDefault="00004BC7" w:rsidP="00004BC7">
      <w:pPr>
        <w:pStyle w:val="Bezmezer"/>
      </w:pPr>
      <w:r w:rsidRPr="00AC04E1">
        <w:t>-  poplatek za skládku, který se vykazuje v položce 0141** (s výjimkou malého množství bouraného materiálu, kde je možné poplatek zahrnout do jednotkové ceny bourání – tento fakt musí být uveden v doplňujícím textu k položce).</w:t>
      </w:r>
    </w:p>
    <w:p w14:paraId="74B03F2A" w14:textId="77777777" w:rsidR="00004BC7" w:rsidRPr="00AC04E1" w:rsidRDefault="00004BC7" w:rsidP="00004BC7">
      <w:pPr>
        <w:pStyle w:val="Bezmezer"/>
      </w:pPr>
      <w:r w:rsidRPr="00AC04E1">
        <w:t>V tomto SO je sice pol. č. 5 NEOCEŇOVAT - POPLATKY ZA LIKVIDACI ODPADŮ NEBEZPEČNÝCH - 17 01 06* KONTAMINOVANÁ STAVEBNÍ SUŤ A BETONY Z DEMOLIC VČ. DOPRAVY NA SKLÁDKU A MANIPULACE = 1 735,866 t</w:t>
      </w:r>
      <w:r>
        <w:t>,</w:t>
      </w:r>
    </w:p>
    <w:p w14:paraId="287430C9" w14:textId="77777777" w:rsidR="00004BC7" w:rsidRPr="00AC04E1" w:rsidRDefault="00004BC7" w:rsidP="00004BC7">
      <w:pPr>
        <w:pStyle w:val="Bezmezer"/>
      </w:pPr>
      <w:r w:rsidRPr="00AC04E1">
        <w:t>ale tato položka se vztahuje k položce č. 9 ODSTRANĚNÍ KRYTU ZPEVNĚNÝCH PLOCH S ASFALTOVÝM POJIVEM (789,030*2,2).</w:t>
      </w:r>
    </w:p>
    <w:p w14:paraId="2AFF998B" w14:textId="0C8052AF" w:rsidR="00004BC7" w:rsidRDefault="00004BC7" w:rsidP="00004BC7">
      <w:pPr>
        <w:spacing w:after="0"/>
        <w:rPr>
          <w:rFonts w:cs="Arial"/>
          <w:color w:val="000000"/>
        </w:rPr>
      </w:pPr>
      <w:r w:rsidRPr="00AC04E1">
        <w:t xml:space="preserve">K pol. č. 13 frézování </w:t>
      </w:r>
      <w:proofErr w:type="spellStart"/>
      <w:r w:rsidRPr="00AC04E1">
        <w:t>zp</w:t>
      </w:r>
      <w:proofErr w:type="spellEnd"/>
      <w:r w:rsidRPr="00AC04E1">
        <w:t xml:space="preserve">. ploch asfaltových NO PAU ZAS T4 poplatek  za likvidaci chybí. </w:t>
      </w:r>
      <w:r>
        <w:br/>
      </w:r>
      <w:r w:rsidRPr="00AC04E1">
        <w:t>Doplní zadavatel položku do rozpočtu?</w:t>
      </w:r>
    </w:p>
    <w:p w14:paraId="2AB22E0F" w14:textId="77777777" w:rsidR="00004BC7" w:rsidRPr="00377A0F" w:rsidRDefault="00004BC7" w:rsidP="00004BC7">
      <w:pPr>
        <w:spacing w:after="0"/>
        <w:rPr>
          <w:rFonts w:eastAsia="Calibri" w:cs="Times New Roman"/>
          <w:b/>
          <w:lang w:eastAsia="cs-CZ"/>
        </w:rPr>
      </w:pPr>
    </w:p>
    <w:p w14:paraId="109DB0A5" w14:textId="77777777" w:rsidR="00004BC7" w:rsidRPr="00377A0F" w:rsidRDefault="00004BC7" w:rsidP="00004BC7">
      <w:pPr>
        <w:spacing w:after="0"/>
        <w:rPr>
          <w:rFonts w:cstheme="minorHAnsi"/>
        </w:rPr>
      </w:pPr>
      <w:r w:rsidRPr="00377A0F">
        <w:rPr>
          <w:rFonts w:eastAsia="Calibri" w:cs="Times New Roman"/>
          <w:b/>
          <w:lang w:eastAsia="cs-CZ"/>
        </w:rPr>
        <w:t xml:space="preserve">Odpověď: </w:t>
      </w:r>
    </w:p>
    <w:p w14:paraId="077E37A8" w14:textId="2876BFDF" w:rsidR="00676CAD" w:rsidRPr="00054BF7" w:rsidRDefault="00676CAD" w:rsidP="00676CAD">
      <w:pPr>
        <w:spacing w:after="0" w:line="240" w:lineRule="auto"/>
        <w:rPr>
          <w:rFonts w:eastAsia="Calibri" w:cs="Times New Roman"/>
          <w:bCs/>
          <w:lang w:eastAsia="cs-CZ"/>
        </w:rPr>
      </w:pPr>
      <w:r w:rsidRPr="00054BF7">
        <w:rPr>
          <w:rFonts w:eastAsia="Calibri" w:cs="Times New Roman"/>
          <w:bCs/>
          <w:lang w:eastAsia="cs-CZ"/>
        </w:rPr>
        <w:t xml:space="preserve">Do pol. R015670 </w:t>
      </w:r>
      <w:r w:rsidR="0006027B" w:rsidRPr="00054BF7">
        <w:rPr>
          <w:rFonts w:eastAsia="Calibri" w:cs="Times New Roman"/>
          <w:bCs/>
          <w:lang w:eastAsia="cs-CZ"/>
        </w:rPr>
        <w:t>bylo</w:t>
      </w:r>
      <w:r w:rsidRPr="00054BF7">
        <w:rPr>
          <w:rFonts w:eastAsia="Calibri" w:cs="Times New Roman"/>
          <w:bCs/>
          <w:lang w:eastAsia="cs-CZ"/>
        </w:rPr>
        <w:t xml:space="preserve"> doplněno množství</w:t>
      </w:r>
      <w:r w:rsidR="0006027B" w:rsidRPr="00054BF7">
        <w:rPr>
          <w:rFonts w:eastAsia="Calibri" w:cs="Times New Roman"/>
          <w:bCs/>
          <w:lang w:eastAsia="cs-CZ"/>
        </w:rPr>
        <w:t xml:space="preserve"> odpadu</w:t>
      </w:r>
      <w:r w:rsidRPr="00054BF7">
        <w:rPr>
          <w:rFonts w:eastAsia="Calibri" w:cs="Times New Roman"/>
          <w:bCs/>
          <w:lang w:eastAsia="cs-CZ"/>
        </w:rPr>
        <w:t xml:space="preserve"> z pol. 11372.</w:t>
      </w:r>
    </w:p>
    <w:p w14:paraId="6D65030C" w14:textId="77777777" w:rsidR="00C851C5" w:rsidRDefault="00C851C5" w:rsidP="00004BC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45EEB45" w14:textId="77777777" w:rsidR="00461672" w:rsidRPr="00377A0F" w:rsidRDefault="00461672" w:rsidP="00004BC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9B5B955" w14:textId="5750F95D" w:rsidR="00004BC7" w:rsidRPr="00377A0F" w:rsidRDefault="00004BC7" w:rsidP="00004BC7">
      <w:pPr>
        <w:spacing w:after="0" w:line="240" w:lineRule="auto"/>
        <w:rPr>
          <w:rFonts w:eastAsia="Calibri" w:cs="Times New Roman"/>
          <w:b/>
          <w:lang w:eastAsia="cs-CZ"/>
        </w:rPr>
      </w:pPr>
      <w:r w:rsidRPr="00377A0F">
        <w:rPr>
          <w:rFonts w:eastAsia="Calibri" w:cs="Times New Roman"/>
          <w:b/>
          <w:lang w:eastAsia="cs-CZ"/>
        </w:rPr>
        <w:t>Dotaz č. 6</w:t>
      </w:r>
      <w:r>
        <w:rPr>
          <w:rFonts w:eastAsia="Calibri" w:cs="Times New Roman"/>
          <w:b/>
          <w:lang w:eastAsia="cs-CZ"/>
        </w:rPr>
        <w:t>19</w:t>
      </w:r>
      <w:r w:rsidRPr="00377A0F">
        <w:rPr>
          <w:rFonts w:eastAsia="Calibri" w:cs="Times New Roman"/>
          <w:b/>
          <w:lang w:eastAsia="cs-CZ"/>
        </w:rPr>
        <w:t>:</w:t>
      </w:r>
    </w:p>
    <w:p w14:paraId="459D86CE" w14:textId="774F1BD2" w:rsidR="00004BC7" w:rsidRPr="00004BC7" w:rsidRDefault="00004BC7" w:rsidP="00004BC7">
      <w:pPr>
        <w:spacing w:after="0" w:line="240" w:lineRule="auto"/>
        <w:rPr>
          <w:rFonts w:cs="Arial"/>
          <w:color w:val="000000"/>
        </w:rPr>
      </w:pPr>
      <w:r w:rsidRPr="00004BC7">
        <w:rPr>
          <w:rFonts w:cs="Arial"/>
          <w:color w:val="000000"/>
        </w:rPr>
        <w:t>25-18-03.1 pol. č. 7</w:t>
      </w:r>
      <w:r w:rsidR="003965FC">
        <w:rPr>
          <w:rFonts w:cs="Arial"/>
          <w:color w:val="000000"/>
        </w:rPr>
        <w:t xml:space="preserve"> </w:t>
      </w:r>
    </w:p>
    <w:p w14:paraId="47497716" w14:textId="30EB4F83" w:rsidR="00004BC7" w:rsidRPr="00004BC7" w:rsidRDefault="00004BC7" w:rsidP="00004BC7">
      <w:pPr>
        <w:spacing w:after="0" w:line="240" w:lineRule="auto"/>
        <w:rPr>
          <w:rFonts w:cs="Arial"/>
          <w:color w:val="000000"/>
        </w:rPr>
      </w:pPr>
      <w:r w:rsidRPr="00004BC7">
        <w:rPr>
          <w:rFonts w:cs="Arial"/>
          <w:color w:val="000000"/>
        </w:rPr>
        <w:lastRenderedPageBreak/>
        <w:t>25-18-03.2 pol. č. 6</w:t>
      </w:r>
      <w:r w:rsidR="00A92495">
        <w:rPr>
          <w:rFonts w:cs="Arial"/>
          <w:color w:val="000000"/>
        </w:rPr>
        <w:t xml:space="preserve"> </w:t>
      </w:r>
    </w:p>
    <w:p w14:paraId="686A5032" w14:textId="540CCC2B" w:rsidR="00004BC7" w:rsidRPr="00004BC7" w:rsidRDefault="00004BC7" w:rsidP="00004BC7">
      <w:pPr>
        <w:spacing w:after="0" w:line="240" w:lineRule="auto"/>
        <w:rPr>
          <w:rFonts w:cs="Arial"/>
          <w:color w:val="000000"/>
        </w:rPr>
      </w:pPr>
      <w:r w:rsidRPr="00004BC7">
        <w:rPr>
          <w:rFonts w:cs="Arial"/>
          <w:color w:val="000000"/>
        </w:rPr>
        <w:t>25-18-03.3 pol. č. 5</w:t>
      </w:r>
      <w:r w:rsidR="00A92495">
        <w:rPr>
          <w:rFonts w:cs="Arial"/>
          <w:color w:val="000000"/>
        </w:rPr>
        <w:t xml:space="preserve"> </w:t>
      </w:r>
    </w:p>
    <w:p w14:paraId="519379C3" w14:textId="0A01800A" w:rsidR="00004BC7" w:rsidRPr="00004BC7" w:rsidRDefault="00004BC7" w:rsidP="00004BC7">
      <w:pPr>
        <w:spacing w:after="0" w:line="240" w:lineRule="auto"/>
        <w:rPr>
          <w:rFonts w:cs="Arial"/>
          <w:color w:val="000000"/>
        </w:rPr>
      </w:pPr>
      <w:r w:rsidRPr="00004BC7">
        <w:rPr>
          <w:rFonts w:cs="Arial"/>
          <w:color w:val="000000"/>
        </w:rPr>
        <w:t>25-18-06 pol. č. 5</w:t>
      </w:r>
      <w:r w:rsidR="00A92495">
        <w:rPr>
          <w:rFonts w:cs="Arial"/>
          <w:color w:val="000000"/>
        </w:rPr>
        <w:t xml:space="preserve"> </w:t>
      </w:r>
    </w:p>
    <w:p w14:paraId="21B30163" w14:textId="7699C11E" w:rsidR="00004BC7" w:rsidRPr="00004BC7" w:rsidRDefault="00004BC7" w:rsidP="00004BC7">
      <w:pPr>
        <w:spacing w:after="0" w:line="240" w:lineRule="auto"/>
        <w:rPr>
          <w:rFonts w:cs="Arial"/>
          <w:color w:val="000000"/>
        </w:rPr>
      </w:pPr>
      <w:r w:rsidRPr="00004BC7">
        <w:rPr>
          <w:rFonts w:cs="Arial"/>
          <w:color w:val="000000"/>
        </w:rPr>
        <w:t>25-18-07 pol. č. 7</w:t>
      </w:r>
      <w:r w:rsidR="00A92495">
        <w:rPr>
          <w:rFonts w:cs="Arial"/>
          <w:color w:val="000000"/>
        </w:rPr>
        <w:t xml:space="preserve"> </w:t>
      </w:r>
    </w:p>
    <w:p w14:paraId="6B48FABE" w14:textId="2911337D" w:rsidR="00004BC7" w:rsidRPr="00004BC7" w:rsidRDefault="00004BC7" w:rsidP="00004BC7">
      <w:pPr>
        <w:spacing w:after="0" w:line="240" w:lineRule="auto"/>
        <w:rPr>
          <w:rFonts w:cs="Arial"/>
          <w:color w:val="000000"/>
        </w:rPr>
      </w:pPr>
      <w:r w:rsidRPr="00004BC7">
        <w:rPr>
          <w:rFonts w:cs="Arial"/>
          <w:color w:val="000000"/>
        </w:rPr>
        <w:t>25-18-11.1 pol. č. 8</w:t>
      </w:r>
      <w:r w:rsidR="00905418">
        <w:rPr>
          <w:rFonts w:cs="Arial"/>
          <w:color w:val="000000"/>
        </w:rPr>
        <w:t xml:space="preserve"> </w:t>
      </w:r>
    </w:p>
    <w:p w14:paraId="69C84BAC" w14:textId="13F110F0" w:rsidR="00004BC7" w:rsidRPr="00004BC7" w:rsidRDefault="00004BC7" w:rsidP="00004BC7">
      <w:pPr>
        <w:spacing w:after="0" w:line="240" w:lineRule="auto"/>
        <w:rPr>
          <w:rFonts w:cs="Arial"/>
          <w:color w:val="000000"/>
        </w:rPr>
      </w:pPr>
      <w:r w:rsidRPr="00004BC7">
        <w:rPr>
          <w:rFonts w:cs="Arial"/>
          <w:color w:val="000000"/>
        </w:rPr>
        <w:t>25-18-11.2 pol. č. 8</w:t>
      </w:r>
      <w:r w:rsidR="00905418">
        <w:rPr>
          <w:rFonts w:cs="Arial"/>
          <w:color w:val="000000"/>
        </w:rPr>
        <w:t xml:space="preserve"> </w:t>
      </w:r>
    </w:p>
    <w:p w14:paraId="440C010B" w14:textId="22238874" w:rsidR="00004BC7" w:rsidRDefault="00004BC7" w:rsidP="00004BC7">
      <w:pPr>
        <w:spacing w:after="0" w:line="240" w:lineRule="auto"/>
        <w:rPr>
          <w:rFonts w:cs="Arial"/>
          <w:color w:val="000000"/>
        </w:rPr>
      </w:pPr>
      <w:r w:rsidRPr="00004BC7">
        <w:rPr>
          <w:rFonts w:cs="Arial"/>
          <w:color w:val="000000"/>
        </w:rPr>
        <w:t>26-18-02 pol. č. 6</w:t>
      </w:r>
      <w:r w:rsidR="000479CF">
        <w:rPr>
          <w:rFonts w:cs="Arial"/>
          <w:color w:val="000000"/>
        </w:rPr>
        <w:t xml:space="preserve">   </w:t>
      </w:r>
    </w:p>
    <w:p w14:paraId="680C107C" w14:textId="77777777" w:rsidR="000479CF" w:rsidRPr="00004BC7" w:rsidRDefault="000479CF" w:rsidP="00004BC7">
      <w:pPr>
        <w:spacing w:after="0" w:line="240" w:lineRule="auto"/>
        <w:rPr>
          <w:rFonts w:cs="Arial"/>
          <w:color w:val="000000"/>
        </w:rPr>
      </w:pPr>
    </w:p>
    <w:p w14:paraId="3B93A8F4" w14:textId="1B90CAA1" w:rsidR="00004BC7" w:rsidRDefault="00004BC7" w:rsidP="00004BC7">
      <w:pPr>
        <w:spacing w:after="0" w:line="240" w:lineRule="auto"/>
        <w:rPr>
          <w:rFonts w:cs="Arial"/>
          <w:color w:val="000000"/>
        </w:rPr>
      </w:pPr>
      <w:r w:rsidRPr="00004BC7">
        <w:rPr>
          <w:rFonts w:cs="Arial"/>
          <w:color w:val="000000"/>
        </w:rPr>
        <w:t>Žádáme zadavatele o doplnění položky POPLATKY ZA LIKVIDACI ODPADŮ NEBEZPEČNÝCH do výše uvedených rozpočtů jednotlivých SO.</w:t>
      </w:r>
    </w:p>
    <w:p w14:paraId="2AC55F86" w14:textId="77777777" w:rsidR="00004BC7" w:rsidRPr="00377A0F" w:rsidRDefault="00004BC7" w:rsidP="00004BC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0EE6B12" w14:textId="77777777" w:rsidR="00004BC7" w:rsidRPr="00377A0F" w:rsidRDefault="00004BC7" w:rsidP="00004BC7">
      <w:pPr>
        <w:spacing w:after="0"/>
        <w:rPr>
          <w:rFonts w:cstheme="minorHAnsi"/>
        </w:rPr>
      </w:pPr>
      <w:r w:rsidRPr="00377A0F">
        <w:rPr>
          <w:rFonts w:eastAsia="Calibri" w:cs="Times New Roman"/>
          <w:b/>
          <w:lang w:eastAsia="cs-CZ"/>
        </w:rPr>
        <w:t xml:space="preserve">Odpověď: </w:t>
      </w:r>
    </w:p>
    <w:p w14:paraId="7FBB2BFE" w14:textId="56CDB6D8" w:rsidR="00676CAD" w:rsidRPr="00054BF7" w:rsidRDefault="0006027B" w:rsidP="00676CAD">
      <w:pPr>
        <w:spacing w:after="0" w:line="240" w:lineRule="auto"/>
        <w:rPr>
          <w:rFonts w:eastAsia="Calibri" w:cs="Times New Roman"/>
          <w:bCs/>
          <w:lang w:eastAsia="cs-CZ"/>
        </w:rPr>
      </w:pPr>
      <w:r w:rsidRPr="00054BF7">
        <w:rPr>
          <w:rFonts w:eastAsia="Calibri" w:cs="Times New Roman"/>
          <w:bCs/>
          <w:lang w:eastAsia="cs-CZ"/>
        </w:rPr>
        <w:t>Bylo změněno dle tabulky odpadů – doplněna pol. R015670 pro skládku nebezpečného odpadu</w:t>
      </w:r>
    </w:p>
    <w:p w14:paraId="6039708B" w14:textId="77777777" w:rsidR="00676CAD" w:rsidRPr="00054BF7" w:rsidRDefault="00676CAD" w:rsidP="00676CAD">
      <w:pPr>
        <w:spacing w:after="0" w:line="240" w:lineRule="auto"/>
        <w:rPr>
          <w:rFonts w:eastAsia="Calibri" w:cs="Times New Roman"/>
          <w:bCs/>
          <w:lang w:eastAsia="cs-CZ"/>
        </w:rPr>
      </w:pPr>
      <w:r w:rsidRPr="00054BF7">
        <w:rPr>
          <w:rFonts w:eastAsia="Calibri" w:cs="Times New Roman"/>
          <w:bCs/>
          <w:lang w:eastAsia="cs-CZ"/>
        </w:rPr>
        <w:t>25-18-03.2 pol. č. 6 – doplněna s množstvím dle tab. odpadů</w:t>
      </w:r>
    </w:p>
    <w:p w14:paraId="7E3A3526" w14:textId="77777777" w:rsidR="00676CAD" w:rsidRPr="00054BF7" w:rsidRDefault="00676CAD" w:rsidP="00676CAD">
      <w:pPr>
        <w:spacing w:after="0" w:line="240" w:lineRule="auto"/>
        <w:rPr>
          <w:rFonts w:eastAsia="Calibri" w:cs="Times New Roman"/>
          <w:bCs/>
          <w:lang w:eastAsia="cs-CZ"/>
        </w:rPr>
      </w:pPr>
      <w:r w:rsidRPr="00054BF7">
        <w:rPr>
          <w:rFonts w:eastAsia="Calibri" w:cs="Times New Roman"/>
          <w:bCs/>
          <w:lang w:eastAsia="cs-CZ"/>
        </w:rPr>
        <w:t>25-18-06 pol. č. 5 – doplněna s množstvím dle tab. odpadů</w:t>
      </w:r>
    </w:p>
    <w:p w14:paraId="1A15E479" w14:textId="77777777" w:rsidR="00676CAD" w:rsidRPr="00054BF7" w:rsidRDefault="00676CAD" w:rsidP="00676CAD">
      <w:pPr>
        <w:spacing w:after="0" w:line="240" w:lineRule="auto"/>
        <w:rPr>
          <w:rFonts w:eastAsia="Calibri" w:cs="Times New Roman"/>
          <w:bCs/>
          <w:lang w:eastAsia="cs-CZ"/>
        </w:rPr>
      </w:pPr>
      <w:r w:rsidRPr="00054BF7">
        <w:rPr>
          <w:rFonts w:eastAsia="Calibri" w:cs="Times New Roman"/>
          <w:bCs/>
          <w:lang w:eastAsia="cs-CZ"/>
        </w:rPr>
        <w:t>25-18-07 pol. č. 7 – doplněna s množstvím dle tab. odpadů</w:t>
      </w:r>
    </w:p>
    <w:p w14:paraId="4F8C2D31" w14:textId="77777777" w:rsidR="00676CAD" w:rsidRPr="00054BF7" w:rsidRDefault="00676CAD" w:rsidP="00676CAD">
      <w:pPr>
        <w:spacing w:after="0" w:line="240" w:lineRule="auto"/>
        <w:rPr>
          <w:rFonts w:eastAsia="Calibri" w:cs="Times New Roman"/>
          <w:bCs/>
          <w:lang w:eastAsia="cs-CZ"/>
        </w:rPr>
      </w:pPr>
      <w:r w:rsidRPr="00054BF7">
        <w:rPr>
          <w:rFonts w:eastAsia="Calibri" w:cs="Times New Roman"/>
          <w:bCs/>
          <w:lang w:eastAsia="cs-CZ"/>
        </w:rPr>
        <w:t>26-18-02 pol. č. 6 – doplněna s množstvím dle tab. odpadů</w:t>
      </w:r>
    </w:p>
    <w:p w14:paraId="65BC59F1" w14:textId="1445C7C0" w:rsidR="001E6FEA" w:rsidRPr="00054BF7" w:rsidRDefault="001E6FEA" w:rsidP="001E6FEA">
      <w:pPr>
        <w:spacing w:after="0" w:line="240" w:lineRule="auto"/>
        <w:rPr>
          <w:rFonts w:eastAsia="Calibri" w:cs="Times New Roman"/>
          <w:bCs/>
          <w:lang w:eastAsia="cs-CZ"/>
        </w:rPr>
      </w:pPr>
      <w:r w:rsidRPr="00054BF7">
        <w:rPr>
          <w:rFonts w:eastAsia="Calibri" w:cs="Times New Roman"/>
          <w:bCs/>
          <w:lang w:eastAsia="cs-CZ"/>
        </w:rPr>
        <w:t xml:space="preserve">Ostatní stavební objekty - dle přílohy E.3.1.3.2 Průzkum pro pozemní komunikace PAU se nejedná o nebezpečný odpad. </w:t>
      </w:r>
    </w:p>
    <w:p w14:paraId="048169C4" w14:textId="77777777" w:rsidR="00004BC7" w:rsidRDefault="00004BC7" w:rsidP="00004BC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38F910B" w14:textId="77777777" w:rsidR="001E6FEA" w:rsidRPr="00377A0F" w:rsidRDefault="001E6FEA" w:rsidP="00004BC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3C3258B" w14:textId="4C826217" w:rsidR="00004BC7" w:rsidRPr="00377A0F" w:rsidRDefault="00004BC7" w:rsidP="00004BC7">
      <w:pPr>
        <w:spacing w:after="0" w:line="240" w:lineRule="auto"/>
        <w:rPr>
          <w:rFonts w:eastAsia="Calibri" w:cs="Times New Roman"/>
          <w:b/>
          <w:lang w:eastAsia="cs-CZ"/>
        </w:rPr>
      </w:pPr>
      <w:r w:rsidRPr="00377A0F">
        <w:rPr>
          <w:rFonts w:eastAsia="Calibri" w:cs="Times New Roman"/>
          <w:b/>
          <w:lang w:eastAsia="cs-CZ"/>
        </w:rPr>
        <w:t>Dotaz č. 6</w:t>
      </w:r>
      <w:r>
        <w:rPr>
          <w:rFonts w:eastAsia="Calibri" w:cs="Times New Roman"/>
          <w:b/>
          <w:lang w:eastAsia="cs-CZ"/>
        </w:rPr>
        <w:t>20</w:t>
      </w:r>
      <w:r w:rsidRPr="00377A0F">
        <w:rPr>
          <w:rFonts w:eastAsia="Calibri" w:cs="Times New Roman"/>
          <w:b/>
          <w:lang w:eastAsia="cs-CZ"/>
        </w:rPr>
        <w:t>:</w:t>
      </w:r>
    </w:p>
    <w:p w14:paraId="1817C010" w14:textId="77777777" w:rsidR="00004BC7" w:rsidRPr="00004BC7" w:rsidRDefault="00004BC7" w:rsidP="00004BC7">
      <w:pPr>
        <w:spacing w:after="0"/>
        <w:rPr>
          <w:rFonts w:cs="Arial"/>
          <w:color w:val="000000"/>
        </w:rPr>
      </w:pPr>
      <w:r w:rsidRPr="00004BC7">
        <w:rPr>
          <w:rFonts w:cs="Arial"/>
          <w:color w:val="000000"/>
        </w:rPr>
        <w:t>Žádáme zadavatele o vysvětlení popisu v položkách FRÉZOVÁNÍ ZPEVNĚNÝCH PLOCH ASFALTOVÝCH PAU zatříděno do ZAS-T4 (nebezpečný odpad) v některých SO je popisu položky je uvedeno vč. odkupu zhotovitele.</w:t>
      </w:r>
    </w:p>
    <w:p w14:paraId="622FF1B7" w14:textId="77777777" w:rsidR="00004BC7" w:rsidRPr="00004BC7" w:rsidRDefault="00004BC7" w:rsidP="00004BC7">
      <w:pPr>
        <w:spacing w:after="0"/>
        <w:rPr>
          <w:rFonts w:cs="Arial"/>
          <w:color w:val="000000"/>
        </w:rPr>
      </w:pPr>
      <w:r w:rsidRPr="00004BC7">
        <w:rPr>
          <w:rFonts w:cs="Arial"/>
          <w:color w:val="000000"/>
        </w:rPr>
        <w:t>Jedná se o SO:</w:t>
      </w:r>
    </w:p>
    <w:p w14:paraId="6458D364" w14:textId="6EAB8F0C" w:rsidR="00004BC7" w:rsidRPr="00004BC7" w:rsidRDefault="00004BC7" w:rsidP="00004BC7">
      <w:pPr>
        <w:spacing w:after="0"/>
        <w:rPr>
          <w:rFonts w:cs="Arial"/>
          <w:color w:val="000000"/>
        </w:rPr>
      </w:pPr>
      <w:r w:rsidRPr="00004BC7">
        <w:rPr>
          <w:rFonts w:cs="Arial"/>
          <w:color w:val="000000"/>
        </w:rPr>
        <w:t>25-18-03.1 pol. č. 7</w:t>
      </w:r>
      <w:r w:rsidR="000479CF">
        <w:rPr>
          <w:rFonts w:cs="Arial"/>
          <w:color w:val="000000"/>
        </w:rPr>
        <w:t xml:space="preserve"> </w:t>
      </w:r>
    </w:p>
    <w:p w14:paraId="3EB2A255" w14:textId="469BB2AD" w:rsidR="00004BC7" w:rsidRPr="00004BC7" w:rsidRDefault="00004BC7" w:rsidP="00004BC7">
      <w:pPr>
        <w:spacing w:after="0"/>
        <w:rPr>
          <w:rFonts w:cs="Arial"/>
          <w:color w:val="000000"/>
        </w:rPr>
      </w:pPr>
      <w:r w:rsidRPr="00004BC7">
        <w:rPr>
          <w:rFonts w:cs="Arial"/>
          <w:color w:val="000000"/>
        </w:rPr>
        <w:t>25-18-03.2 pol. č. 6</w:t>
      </w:r>
      <w:r w:rsidR="000479CF">
        <w:rPr>
          <w:rFonts w:cs="Arial"/>
          <w:color w:val="000000"/>
        </w:rPr>
        <w:t xml:space="preserve"> </w:t>
      </w:r>
    </w:p>
    <w:p w14:paraId="660A6C25" w14:textId="5E225F4D" w:rsidR="00004BC7" w:rsidRPr="00004BC7" w:rsidRDefault="00004BC7" w:rsidP="00004BC7">
      <w:pPr>
        <w:spacing w:after="0"/>
        <w:rPr>
          <w:rFonts w:cs="Arial"/>
          <w:color w:val="000000"/>
        </w:rPr>
      </w:pPr>
      <w:r w:rsidRPr="00004BC7">
        <w:rPr>
          <w:rFonts w:cs="Arial"/>
          <w:color w:val="000000"/>
        </w:rPr>
        <w:t>25-18-03.3 pol. č. 5</w:t>
      </w:r>
      <w:r w:rsidR="000479CF">
        <w:rPr>
          <w:rFonts w:cs="Arial"/>
          <w:color w:val="000000"/>
        </w:rPr>
        <w:t xml:space="preserve"> </w:t>
      </w:r>
    </w:p>
    <w:p w14:paraId="38E3BC68" w14:textId="3F91006E" w:rsidR="00004BC7" w:rsidRPr="00004BC7" w:rsidRDefault="00004BC7" w:rsidP="00004BC7">
      <w:pPr>
        <w:spacing w:after="0"/>
        <w:rPr>
          <w:rFonts w:cs="Arial"/>
          <w:color w:val="000000"/>
        </w:rPr>
      </w:pPr>
      <w:r w:rsidRPr="00004BC7">
        <w:rPr>
          <w:rFonts w:cs="Arial"/>
          <w:color w:val="000000"/>
        </w:rPr>
        <w:t>25-18-06 pol. č. 5</w:t>
      </w:r>
      <w:r w:rsidR="000479CF">
        <w:rPr>
          <w:rFonts w:cs="Arial"/>
          <w:color w:val="000000"/>
        </w:rPr>
        <w:t xml:space="preserve"> </w:t>
      </w:r>
    </w:p>
    <w:p w14:paraId="13BFAA04" w14:textId="38CA3FFF" w:rsidR="00004BC7" w:rsidRPr="00004BC7" w:rsidRDefault="00004BC7" w:rsidP="00004BC7">
      <w:pPr>
        <w:spacing w:after="0"/>
        <w:rPr>
          <w:rFonts w:cs="Arial"/>
          <w:color w:val="000000"/>
        </w:rPr>
      </w:pPr>
      <w:r w:rsidRPr="00004BC7">
        <w:rPr>
          <w:rFonts w:cs="Arial"/>
          <w:color w:val="000000"/>
        </w:rPr>
        <w:t>25-18-07 pol. č. 7</w:t>
      </w:r>
      <w:r w:rsidR="000479CF">
        <w:rPr>
          <w:rFonts w:cs="Arial"/>
          <w:color w:val="000000"/>
        </w:rPr>
        <w:t xml:space="preserve">  </w:t>
      </w:r>
    </w:p>
    <w:p w14:paraId="0C78A0F4" w14:textId="3AEA12D3" w:rsidR="00004BC7" w:rsidRDefault="00004BC7" w:rsidP="00004BC7">
      <w:pPr>
        <w:spacing w:after="0"/>
        <w:rPr>
          <w:rFonts w:cs="Arial"/>
          <w:color w:val="000000"/>
        </w:rPr>
      </w:pPr>
      <w:r w:rsidRPr="00004BC7">
        <w:rPr>
          <w:rFonts w:cs="Arial"/>
          <w:color w:val="000000"/>
        </w:rPr>
        <w:t>Vysvětlí zadavatel, proč požaduje odkup nebezpečného odpadu zatříděného do  ZAS-T4 po zhotoviteli?</w:t>
      </w:r>
    </w:p>
    <w:p w14:paraId="7148F9B2" w14:textId="77777777" w:rsidR="00461672" w:rsidRPr="00377A0F" w:rsidRDefault="00461672" w:rsidP="00004BC7">
      <w:pPr>
        <w:spacing w:after="0"/>
        <w:rPr>
          <w:rFonts w:eastAsia="Calibri" w:cs="Times New Roman"/>
          <w:b/>
          <w:lang w:eastAsia="cs-CZ"/>
        </w:rPr>
      </w:pPr>
    </w:p>
    <w:p w14:paraId="0AC370EF" w14:textId="77777777" w:rsidR="00004BC7" w:rsidRPr="00377A0F" w:rsidRDefault="00004BC7" w:rsidP="00004BC7">
      <w:pPr>
        <w:spacing w:after="0"/>
        <w:rPr>
          <w:rFonts w:cstheme="minorHAnsi"/>
        </w:rPr>
      </w:pPr>
      <w:r w:rsidRPr="00377A0F">
        <w:rPr>
          <w:rFonts w:eastAsia="Calibri" w:cs="Times New Roman"/>
          <w:b/>
          <w:lang w:eastAsia="cs-CZ"/>
        </w:rPr>
        <w:t xml:space="preserve">Odpověď: </w:t>
      </w:r>
    </w:p>
    <w:p w14:paraId="49CCCE2A" w14:textId="6EB17A3B" w:rsidR="006E1F87" w:rsidRPr="00054BF7" w:rsidRDefault="0006027B" w:rsidP="006E1F87">
      <w:pPr>
        <w:spacing w:after="0" w:line="240" w:lineRule="auto"/>
        <w:rPr>
          <w:rFonts w:eastAsia="Calibri" w:cs="Times New Roman"/>
          <w:bCs/>
          <w:lang w:eastAsia="cs-CZ"/>
        </w:rPr>
      </w:pPr>
      <w:r w:rsidRPr="00054BF7">
        <w:rPr>
          <w:rFonts w:eastAsia="Calibri" w:cs="Times New Roman"/>
          <w:bCs/>
          <w:lang w:eastAsia="cs-CZ"/>
        </w:rPr>
        <w:t xml:space="preserve">Viz </w:t>
      </w:r>
      <w:r w:rsidR="006E1F87" w:rsidRPr="00054BF7">
        <w:rPr>
          <w:rFonts w:eastAsia="Calibri" w:cs="Times New Roman"/>
          <w:bCs/>
          <w:lang w:eastAsia="cs-CZ"/>
        </w:rPr>
        <w:t>odpo</w:t>
      </w:r>
      <w:r w:rsidRPr="00054BF7">
        <w:rPr>
          <w:rFonts w:eastAsia="Calibri" w:cs="Times New Roman"/>
          <w:bCs/>
          <w:lang w:eastAsia="cs-CZ"/>
        </w:rPr>
        <w:t>věď na dota</w:t>
      </w:r>
      <w:r w:rsidR="001E6FEA" w:rsidRPr="00054BF7">
        <w:rPr>
          <w:rFonts w:eastAsia="Calibri" w:cs="Times New Roman"/>
          <w:bCs/>
          <w:lang w:eastAsia="cs-CZ"/>
        </w:rPr>
        <w:t>z</w:t>
      </w:r>
      <w:r w:rsidRPr="00054BF7">
        <w:rPr>
          <w:rFonts w:eastAsia="Calibri" w:cs="Times New Roman"/>
          <w:bCs/>
          <w:lang w:eastAsia="cs-CZ"/>
        </w:rPr>
        <w:t xml:space="preserve"> č. 61</w:t>
      </w:r>
      <w:r w:rsidR="006E1F87" w:rsidRPr="00054BF7">
        <w:rPr>
          <w:rFonts w:eastAsia="Calibri" w:cs="Times New Roman"/>
          <w:bCs/>
          <w:lang w:eastAsia="cs-CZ"/>
        </w:rPr>
        <w:t>9.</w:t>
      </w:r>
    </w:p>
    <w:p w14:paraId="37710B68" w14:textId="77777777" w:rsidR="007F5E22" w:rsidRDefault="007F5E22" w:rsidP="007F5E2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0572395" w14:textId="77777777" w:rsidR="00461672" w:rsidRDefault="00461672" w:rsidP="007F5E2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63186A0" w14:textId="47AEE06A" w:rsidR="00004BC7" w:rsidRPr="00377A0F" w:rsidRDefault="00004BC7" w:rsidP="00004BC7">
      <w:pPr>
        <w:spacing w:after="0" w:line="240" w:lineRule="auto"/>
        <w:rPr>
          <w:rFonts w:eastAsia="Calibri" w:cs="Times New Roman"/>
          <w:b/>
          <w:lang w:eastAsia="cs-CZ"/>
        </w:rPr>
      </w:pPr>
      <w:r w:rsidRPr="00377A0F">
        <w:rPr>
          <w:rFonts w:eastAsia="Calibri" w:cs="Times New Roman"/>
          <w:b/>
          <w:lang w:eastAsia="cs-CZ"/>
        </w:rPr>
        <w:t>Dotaz č. 6</w:t>
      </w:r>
      <w:r>
        <w:rPr>
          <w:rFonts w:eastAsia="Calibri" w:cs="Times New Roman"/>
          <w:b/>
          <w:lang w:eastAsia="cs-CZ"/>
        </w:rPr>
        <w:t>21</w:t>
      </w:r>
      <w:r w:rsidRPr="00377A0F">
        <w:rPr>
          <w:rFonts w:eastAsia="Calibri" w:cs="Times New Roman"/>
          <w:b/>
          <w:lang w:eastAsia="cs-CZ"/>
        </w:rPr>
        <w:t>:</w:t>
      </w:r>
    </w:p>
    <w:p w14:paraId="4CABA9F8" w14:textId="77777777" w:rsidR="00004BC7" w:rsidRPr="00004BC7" w:rsidRDefault="00004BC7" w:rsidP="00004BC7">
      <w:pPr>
        <w:spacing w:after="0"/>
        <w:rPr>
          <w:rFonts w:cs="Arial"/>
          <w:color w:val="000000"/>
        </w:rPr>
      </w:pPr>
      <w:r w:rsidRPr="00004BC7">
        <w:rPr>
          <w:rFonts w:cs="Arial"/>
          <w:color w:val="000000"/>
        </w:rPr>
        <w:t>SO 25-18-09, 25-18-10</w:t>
      </w:r>
    </w:p>
    <w:p w14:paraId="35065575" w14:textId="643AB4DE" w:rsidR="00004BC7" w:rsidRDefault="00004BC7" w:rsidP="00004BC7">
      <w:pPr>
        <w:spacing w:after="0"/>
        <w:rPr>
          <w:rFonts w:cs="Arial"/>
          <w:color w:val="000000"/>
        </w:rPr>
      </w:pPr>
      <w:r w:rsidRPr="00004BC7">
        <w:rPr>
          <w:rFonts w:cs="Arial"/>
          <w:color w:val="000000"/>
        </w:rPr>
        <w:t>V soupisu prací je požadován CB kryt dvouvrstvý – ten se používá výhradně na dálnicích, z prostorových a technických důvodů ho není možné použít pro zpevněné plochy ve stanici. Taktéž jsme nikde ve výkresech uvedených SO nenalezli výkres s umístěním kotev a kluzných trnů, žádáme o doplnění.</w:t>
      </w:r>
    </w:p>
    <w:p w14:paraId="4F093F39" w14:textId="77777777" w:rsidR="00004BC7" w:rsidRPr="00377A0F" w:rsidRDefault="00004BC7" w:rsidP="00004BC7">
      <w:pPr>
        <w:spacing w:after="0"/>
        <w:rPr>
          <w:rFonts w:eastAsia="Calibri" w:cs="Times New Roman"/>
          <w:b/>
          <w:lang w:eastAsia="cs-CZ"/>
        </w:rPr>
      </w:pPr>
    </w:p>
    <w:p w14:paraId="30CB3FC1" w14:textId="77777777" w:rsidR="00004BC7" w:rsidRPr="00377A0F" w:rsidRDefault="00004BC7" w:rsidP="00004BC7">
      <w:pPr>
        <w:spacing w:after="0"/>
        <w:rPr>
          <w:rFonts w:cstheme="minorHAnsi"/>
        </w:rPr>
      </w:pPr>
      <w:r w:rsidRPr="00377A0F">
        <w:rPr>
          <w:rFonts w:eastAsia="Calibri" w:cs="Times New Roman"/>
          <w:b/>
          <w:lang w:eastAsia="cs-CZ"/>
        </w:rPr>
        <w:t xml:space="preserve">Odpověď: </w:t>
      </w:r>
    </w:p>
    <w:p w14:paraId="0EF589D4" w14:textId="04B14447" w:rsidR="006E1F87" w:rsidRPr="00054BF7" w:rsidRDefault="006E1F87" w:rsidP="006E1F87">
      <w:pPr>
        <w:spacing w:after="0" w:line="240" w:lineRule="auto"/>
        <w:rPr>
          <w:rFonts w:eastAsia="Calibri" w:cs="Times New Roman"/>
          <w:bCs/>
          <w:lang w:eastAsia="cs-CZ"/>
        </w:rPr>
      </w:pPr>
      <w:r w:rsidRPr="00054BF7">
        <w:rPr>
          <w:rFonts w:eastAsia="Calibri" w:cs="Times New Roman"/>
          <w:bCs/>
          <w:lang w:eastAsia="cs-CZ"/>
        </w:rPr>
        <w:t xml:space="preserve">Položka 581453 </w:t>
      </w:r>
      <w:r w:rsidR="00C10AF1" w:rsidRPr="00054BF7">
        <w:rPr>
          <w:rFonts w:eastAsia="Calibri" w:cs="Times New Roman"/>
          <w:bCs/>
          <w:lang w:eastAsia="cs-CZ"/>
        </w:rPr>
        <w:t xml:space="preserve">byla </w:t>
      </w:r>
      <w:r w:rsidRPr="00054BF7">
        <w:rPr>
          <w:rFonts w:eastAsia="Calibri" w:cs="Times New Roman"/>
          <w:bCs/>
          <w:lang w:eastAsia="cs-CZ"/>
        </w:rPr>
        <w:t>vym</w:t>
      </w:r>
      <w:r w:rsidR="00C10AF1" w:rsidRPr="00054BF7">
        <w:rPr>
          <w:rFonts w:eastAsia="Calibri" w:cs="Times New Roman"/>
          <w:bCs/>
          <w:lang w:eastAsia="cs-CZ"/>
        </w:rPr>
        <w:t>ěně</w:t>
      </w:r>
      <w:r w:rsidRPr="00054BF7">
        <w:rPr>
          <w:rFonts w:eastAsia="Calibri" w:cs="Times New Roman"/>
          <w:bCs/>
          <w:lang w:eastAsia="cs-CZ"/>
        </w:rPr>
        <w:t xml:space="preserve">na za pol. 581353 CEMENTOBETONOVÝ KRYT JEDNOVRSTVÝ v obou objektech. </w:t>
      </w:r>
    </w:p>
    <w:p w14:paraId="7C388B2A" w14:textId="77777777" w:rsidR="00004BC7" w:rsidRDefault="00004BC7" w:rsidP="001836A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7477FFD" w14:textId="77777777" w:rsidR="00461672" w:rsidRDefault="00461672" w:rsidP="001836A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63B9BFE" w14:textId="4E224A17" w:rsidR="00004BC7" w:rsidRPr="00377A0F" w:rsidRDefault="00004BC7" w:rsidP="00004BC7">
      <w:pPr>
        <w:spacing w:after="0" w:line="240" w:lineRule="auto"/>
        <w:rPr>
          <w:rFonts w:eastAsia="Calibri" w:cs="Times New Roman"/>
          <w:b/>
          <w:lang w:eastAsia="cs-CZ"/>
        </w:rPr>
      </w:pPr>
      <w:r w:rsidRPr="00377A0F">
        <w:rPr>
          <w:rFonts w:eastAsia="Calibri" w:cs="Times New Roman"/>
          <w:b/>
          <w:lang w:eastAsia="cs-CZ"/>
        </w:rPr>
        <w:t>Dotaz č. 6</w:t>
      </w:r>
      <w:r>
        <w:rPr>
          <w:rFonts w:eastAsia="Calibri" w:cs="Times New Roman"/>
          <w:b/>
          <w:lang w:eastAsia="cs-CZ"/>
        </w:rPr>
        <w:t>22</w:t>
      </w:r>
      <w:r w:rsidRPr="00377A0F">
        <w:rPr>
          <w:rFonts w:eastAsia="Calibri" w:cs="Times New Roman"/>
          <w:b/>
          <w:lang w:eastAsia="cs-CZ"/>
        </w:rPr>
        <w:t>:</w:t>
      </w:r>
    </w:p>
    <w:p w14:paraId="40D181B7" w14:textId="77777777" w:rsidR="008D0EC9" w:rsidRPr="008D0EC9" w:rsidRDefault="008D0EC9" w:rsidP="008D0EC9">
      <w:pPr>
        <w:spacing w:after="0"/>
        <w:rPr>
          <w:rFonts w:cs="Arial"/>
          <w:color w:val="000000"/>
        </w:rPr>
      </w:pPr>
      <w:r w:rsidRPr="008D0EC9">
        <w:rPr>
          <w:rFonts w:cs="Arial"/>
          <w:color w:val="000000"/>
        </w:rPr>
        <w:t>SO 25-18-09, SO 25-18-10</w:t>
      </w:r>
    </w:p>
    <w:p w14:paraId="7C223EAC" w14:textId="406A2A83" w:rsidR="00004BC7" w:rsidRDefault="008D0EC9" w:rsidP="008D0EC9">
      <w:pPr>
        <w:spacing w:after="0"/>
        <w:rPr>
          <w:rFonts w:cs="Arial"/>
          <w:color w:val="000000"/>
        </w:rPr>
      </w:pPr>
      <w:r w:rsidRPr="008D0EC9">
        <w:rPr>
          <w:rFonts w:cs="Arial"/>
          <w:color w:val="000000"/>
        </w:rPr>
        <w:t xml:space="preserve">Zadavatel v rámci uvedených objektů požaduje mezi vrstvami CBK a SC použít infiltrační postřik s posypem 4/8. Běžně se na styku těchto dvou konstrukčních vrstev používá separační vrstva z geotextilie o plošné hmotnosti 500g/m2 nebo se v SC dělají spáry podle </w:t>
      </w:r>
      <w:proofErr w:type="spellStart"/>
      <w:r w:rsidRPr="008D0EC9">
        <w:rPr>
          <w:rFonts w:cs="Arial"/>
          <w:color w:val="000000"/>
        </w:rPr>
        <w:t>spárořezu</w:t>
      </w:r>
      <w:proofErr w:type="spellEnd"/>
      <w:r w:rsidRPr="008D0EC9">
        <w:rPr>
          <w:rFonts w:cs="Arial"/>
          <w:color w:val="000000"/>
        </w:rPr>
        <w:t xml:space="preserve"> CB krytu. Žádáme zadavatele o vysvětlení, z jakého důvodu je požadováno použití infiltračního postřiku.</w:t>
      </w:r>
    </w:p>
    <w:p w14:paraId="202A3F22" w14:textId="77777777" w:rsidR="008D0EC9" w:rsidRPr="00377A0F" w:rsidRDefault="008D0EC9" w:rsidP="008D0EC9">
      <w:pPr>
        <w:spacing w:after="0"/>
        <w:rPr>
          <w:rFonts w:eastAsia="Calibri" w:cs="Times New Roman"/>
          <w:b/>
          <w:lang w:eastAsia="cs-CZ"/>
        </w:rPr>
      </w:pPr>
    </w:p>
    <w:p w14:paraId="48CB3516" w14:textId="77777777" w:rsidR="00004BC7" w:rsidRPr="00377A0F" w:rsidRDefault="00004BC7" w:rsidP="00004BC7">
      <w:pPr>
        <w:spacing w:after="0"/>
        <w:rPr>
          <w:rFonts w:cstheme="minorHAnsi"/>
        </w:rPr>
      </w:pPr>
      <w:r w:rsidRPr="00377A0F">
        <w:rPr>
          <w:rFonts w:eastAsia="Calibri" w:cs="Times New Roman"/>
          <w:b/>
          <w:lang w:eastAsia="cs-CZ"/>
        </w:rPr>
        <w:t xml:space="preserve">Odpověď: </w:t>
      </w:r>
    </w:p>
    <w:p w14:paraId="3A111533" w14:textId="4D95B1D5" w:rsidR="006E1F87" w:rsidRPr="00054BF7" w:rsidRDefault="006E1F87" w:rsidP="00054BF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54BF7">
        <w:rPr>
          <w:rFonts w:eastAsia="Calibri" w:cs="Times New Roman"/>
          <w:bCs/>
          <w:lang w:eastAsia="cs-CZ"/>
        </w:rPr>
        <w:t>Byla vybrána tato metoda z důvodu lepší technologie. V tomto postupu je lepší propojení zmíněných vrstev.</w:t>
      </w:r>
      <w:r w:rsidR="00C10AF1" w:rsidRPr="00054BF7">
        <w:rPr>
          <w:rFonts w:eastAsia="Calibri" w:cs="Times New Roman"/>
          <w:bCs/>
          <w:lang w:eastAsia="cs-CZ"/>
        </w:rPr>
        <w:t xml:space="preserve"> Soupis prací zůstává beze změn. </w:t>
      </w:r>
    </w:p>
    <w:p w14:paraId="18C3D463" w14:textId="77777777" w:rsidR="008D0EC9" w:rsidRPr="00377A0F" w:rsidRDefault="008D0EC9" w:rsidP="001836A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C9524CD" w14:textId="19A933CF" w:rsidR="008D0EC9" w:rsidRPr="00377A0F" w:rsidRDefault="008D0EC9" w:rsidP="008D0EC9">
      <w:pPr>
        <w:spacing w:after="0" w:line="240" w:lineRule="auto"/>
        <w:rPr>
          <w:rFonts w:eastAsia="Calibri" w:cs="Times New Roman"/>
          <w:b/>
          <w:lang w:eastAsia="cs-CZ"/>
        </w:rPr>
      </w:pPr>
      <w:r w:rsidRPr="00377A0F">
        <w:rPr>
          <w:rFonts w:eastAsia="Calibri" w:cs="Times New Roman"/>
          <w:b/>
          <w:lang w:eastAsia="cs-CZ"/>
        </w:rPr>
        <w:t>Dotaz č. 6</w:t>
      </w:r>
      <w:r>
        <w:rPr>
          <w:rFonts w:eastAsia="Calibri" w:cs="Times New Roman"/>
          <w:b/>
          <w:lang w:eastAsia="cs-CZ"/>
        </w:rPr>
        <w:t>23</w:t>
      </w:r>
      <w:r w:rsidRPr="00377A0F">
        <w:rPr>
          <w:rFonts w:eastAsia="Calibri" w:cs="Times New Roman"/>
          <w:b/>
          <w:lang w:eastAsia="cs-CZ"/>
        </w:rPr>
        <w:t>:</w:t>
      </w:r>
    </w:p>
    <w:p w14:paraId="20B17E61" w14:textId="669204CE" w:rsidR="008D0EC9" w:rsidRDefault="008D0EC9" w:rsidP="008D0EC9">
      <w:pPr>
        <w:spacing w:after="0"/>
        <w:rPr>
          <w:rFonts w:cs="Arial"/>
          <w:color w:val="000000"/>
        </w:rPr>
      </w:pPr>
      <w:r w:rsidRPr="008D0EC9">
        <w:rPr>
          <w:rFonts w:cs="Arial"/>
          <w:color w:val="000000"/>
        </w:rPr>
        <w:t>U PS 80-14-01, PS 80-14-02, PS 25-14-02 a PS 25-14-03 se vyskytují položky na hloubení jam a rýh v třídě těžitelnosti II. V žádném jiném objektu, včetně objektů železničního spodku, mostů, přeložek inženýrských sítí atd., se tato třída těžitelnosti neobjevuje. Ke stavbě byl vypracován podrobný geotechnický průzkum, dle kterého se v žádné ze sond v hloubce kopání kabelových tras nenachází hornina II. třídy těžitelnosti. Takovéto zatřídění uměle prodražuje stavbu a není pro něj důvod. Žádáme tak o přetřídění těchto položek do I. Třídy těžitelnosti.</w:t>
      </w:r>
    </w:p>
    <w:p w14:paraId="544A01AA" w14:textId="77777777" w:rsidR="008D0EC9" w:rsidRPr="00377A0F" w:rsidRDefault="008D0EC9" w:rsidP="008D0EC9">
      <w:pPr>
        <w:spacing w:after="0"/>
        <w:rPr>
          <w:rFonts w:eastAsia="Calibri" w:cs="Times New Roman"/>
          <w:b/>
          <w:lang w:eastAsia="cs-CZ"/>
        </w:rPr>
      </w:pPr>
    </w:p>
    <w:p w14:paraId="362EB9F7" w14:textId="574C9687" w:rsidR="008D0EC9" w:rsidRPr="00377A0F" w:rsidRDefault="008D0EC9" w:rsidP="008D0EC9">
      <w:pPr>
        <w:spacing w:after="0"/>
        <w:rPr>
          <w:rFonts w:cstheme="minorHAnsi"/>
        </w:rPr>
      </w:pPr>
      <w:r w:rsidRPr="00377A0F">
        <w:rPr>
          <w:rFonts w:eastAsia="Calibri" w:cs="Times New Roman"/>
          <w:b/>
          <w:lang w:eastAsia="cs-CZ"/>
        </w:rPr>
        <w:t>Odpověď:</w:t>
      </w:r>
    </w:p>
    <w:p w14:paraId="293B327F" w14:textId="5E13F152" w:rsidR="006F50B2" w:rsidRPr="002F1F31" w:rsidRDefault="00887206" w:rsidP="00887206">
      <w:pPr>
        <w:spacing w:after="0" w:line="240" w:lineRule="auto"/>
        <w:rPr>
          <w:rFonts w:eastAsia="Calibri" w:cs="Times New Roman"/>
          <w:bCs/>
          <w:lang w:eastAsia="cs-CZ"/>
        </w:rPr>
      </w:pPr>
      <w:r w:rsidRPr="002F1F31">
        <w:rPr>
          <w:rFonts w:eastAsia="Calibri" w:cs="Times New Roman"/>
          <w:bCs/>
          <w:lang w:eastAsia="cs-CZ"/>
        </w:rPr>
        <w:t xml:space="preserve">Zadavatel se rozhodl </w:t>
      </w:r>
      <w:r w:rsidR="006E1F87" w:rsidRPr="002F1F31">
        <w:rPr>
          <w:rFonts w:eastAsia="Calibri" w:cs="Times New Roman"/>
          <w:bCs/>
          <w:lang w:eastAsia="cs-CZ"/>
        </w:rPr>
        <w:t xml:space="preserve">rozpočty neopravoval. </w:t>
      </w:r>
      <w:r w:rsidRPr="002F1F31">
        <w:rPr>
          <w:rFonts w:eastAsia="Calibri" w:cs="Times New Roman"/>
          <w:bCs/>
          <w:lang w:eastAsia="cs-CZ"/>
        </w:rPr>
        <w:t>Výskyt z</w:t>
      </w:r>
      <w:r w:rsidR="006E1F87" w:rsidRPr="002F1F31">
        <w:rPr>
          <w:rFonts w:eastAsia="Calibri" w:cs="Times New Roman"/>
          <w:bCs/>
          <w:lang w:eastAsia="cs-CZ"/>
        </w:rPr>
        <w:t>emin</w:t>
      </w:r>
      <w:r w:rsidRPr="002F1F31">
        <w:rPr>
          <w:rFonts w:eastAsia="Calibri" w:cs="Times New Roman"/>
          <w:bCs/>
          <w:lang w:eastAsia="cs-CZ"/>
        </w:rPr>
        <w:t>y</w:t>
      </w:r>
      <w:r w:rsidR="006E1F87" w:rsidRPr="002F1F31">
        <w:rPr>
          <w:rFonts w:eastAsia="Calibri" w:cs="Times New Roman"/>
          <w:bCs/>
          <w:lang w:eastAsia="cs-CZ"/>
        </w:rPr>
        <w:t xml:space="preserve"> tř. II na stavbě se nedá vyloučit</w:t>
      </w:r>
      <w:r w:rsidRPr="002F1F31">
        <w:rPr>
          <w:rFonts w:eastAsia="Calibri" w:cs="Times New Roman"/>
          <w:bCs/>
          <w:lang w:eastAsia="cs-CZ"/>
        </w:rPr>
        <w:t xml:space="preserve"> a na stavbě bude fakturováno dle skutečnosti.</w:t>
      </w:r>
    </w:p>
    <w:p w14:paraId="2828FC08" w14:textId="77777777" w:rsidR="00887206" w:rsidRDefault="00887206" w:rsidP="00887206">
      <w:pPr>
        <w:spacing w:after="0" w:line="240" w:lineRule="auto"/>
        <w:rPr>
          <w:rFonts w:eastAsia="Times New Roman" w:cs="Times New Roman"/>
          <w:color w:val="FF0000"/>
          <w:highlight w:val="green"/>
          <w:lang w:eastAsia="cs-CZ"/>
        </w:rPr>
      </w:pPr>
    </w:p>
    <w:p w14:paraId="4384B6C6" w14:textId="77777777" w:rsidR="002F1F31" w:rsidRPr="00611A0E" w:rsidRDefault="002F1F31" w:rsidP="00887206">
      <w:pPr>
        <w:spacing w:after="0" w:line="240" w:lineRule="auto"/>
        <w:rPr>
          <w:rFonts w:eastAsia="Times New Roman" w:cs="Times New Roman"/>
          <w:color w:val="FF0000"/>
          <w:highlight w:val="green"/>
          <w:lang w:eastAsia="cs-CZ"/>
        </w:rPr>
      </w:pPr>
    </w:p>
    <w:p w14:paraId="70DD3610" w14:textId="77777777" w:rsidR="000A7EBC" w:rsidRPr="00302FA9" w:rsidRDefault="000A7EBC" w:rsidP="000A7EB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16FF33A" w14:textId="77777777" w:rsidR="000A7EBC" w:rsidRPr="00302FA9" w:rsidRDefault="000A7EBC" w:rsidP="000A7EB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02FA9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6ED2FC2B" w14:textId="77777777" w:rsidR="000A7EBC" w:rsidRPr="00611A0E" w:rsidRDefault="000A7EBC" w:rsidP="000A7EB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F20E074" w14:textId="77777777" w:rsidR="000A7EBC" w:rsidRPr="00611A0E" w:rsidRDefault="000A7EBC" w:rsidP="000A7EBC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1B4F8C19" w14:textId="77777777" w:rsidR="000A7EBC" w:rsidRPr="00BD5319" w:rsidRDefault="000A7EBC" w:rsidP="000A7EBC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55BE5946" w14:textId="77777777" w:rsidR="000A7EBC" w:rsidRPr="00BD5319" w:rsidRDefault="000A7EBC" w:rsidP="000A7EBC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02A0CE7D" w14:textId="74537D3D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94715F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4715F">
        <w:rPr>
          <w:rFonts w:eastAsia="Calibri" w:cs="Times New Roman"/>
          <w:b/>
          <w:bCs/>
          <w:lang w:eastAsia="cs-CZ"/>
        </w:rPr>
        <w:t xml:space="preserve">Příloha: </w:t>
      </w:r>
      <w:r w:rsidRPr="0094715F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94715F">
        <w:rPr>
          <w:rFonts w:eastAsia="Calibri" w:cs="Times New Roman"/>
          <w:bCs/>
          <w:lang w:eastAsia="cs-CZ"/>
        </w:rPr>
        <w:instrText xml:space="preserve"> FORMTEXT </w:instrText>
      </w:r>
      <w:r w:rsidRPr="0094715F">
        <w:rPr>
          <w:rFonts w:eastAsia="Calibri" w:cs="Times New Roman"/>
          <w:bCs/>
          <w:lang w:eastAsia="cs-CZ"/>
        </w:rPr>
      </w:r>
      <w:r w:rsidRPr="0094715F">
        <w:rPr>
          <w:rFonts w:eastAsia="Calibri" w:cs="Times New Roman"/>
          <w:bCs/>
          <w:lang w:eastAsia="cs-CZ"/>
        </w:rPr>
        <w:fldChar w:fldCharType="separate"/>
      </w:r>
      <w:r w:rsidRPr="0094715F">
        <w:rPr>
          <w:rFonts w:eastAsia="Calibri" w:cs="Times New Roman"/>
          <w:bCs/>
          <w:lang w:eastAsia="cs-CZ"/>
        </w:rPr>
        <w:t> </w:t>
      </w:r>
      <w:r w:rsidRPr="0094715F">
        <w:rPr>
          <w:rFonts w:eastAsia="Calibri" w:cs="Times New Roman"/>
          <w:bCs/>
          <w:lang w:eastAsia="cs-CZ"/>
        </w:rPr>
        <w:t> </w:t>
      </w:r>
      <w:r w:rsidRPr="0094715F">
        <w:rPr>
          <w:rFonts w:eastAsia="Calibri" w:cs="Times New Roman"/>
          <w:bCs/>
          <w:lang w:eastAsia="cs-CZ"/>
        </w:rPr>
        <w:t> </w:t>
      </w:r>
      <w:r w:rsidRPr="0094715F">
        <w:rPr>
          <w:rFonts w:eastAsia="Calibri" w:cs="Times New Roman"/>
          <w:bCs/>
          <w:lang w:eastAsia="cs-CZ"/>
        </w:rPr>
        <w:t> </w:t>
      </w:r>
      <w:r w:rsidRPr="0094715F">
        <w:rPr>
          <w:rFonts w:eastAsia="Calibri" w:cs="Times New Roman"/>
          <w:bCs/>
          <w:lang w:eastAsia="cs-CZ"/>
        </w:rPr>
        <w:t> </w:t>
      </w:r>
      <w:r w:rsidRPr="0094715F">
        <w:rPr>
          <w:rFonts w:eastAsia="Calibri" w:cs="Times New Roman"/>
          <w:bCs/>
          <w:lang w:eastAsia="cs-CZ"/>
        </w:rPr>
        <w:fldChar w:fldCharType="end"/>
      </w:r>
    </w:p>
    <w:p w14:paraId="5E01999F" w14:textId="0E386324" w:rsidR="001E6C89" w:rsidRPr="00302FA9" w:rsidRDefault="001E6C89" w:rsidP="001E6C8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E6C89">
        <w:rPr>
          <w:rFonts w:eastAsia="Calibri" w:cs="Times New Roman"/>
          <w:bCs/>
          <w:lang w:eastAsia="cs-CZ"/>
        </w:rPr>
        <w:t>XLS_Brno-Prerov-5_zm23_20250425</w:t>
      </w:r>
      <w:r w:rsidRPr="00302FA9">
        <w:rPr>
          <w:rFonts w:eastAsia="Calibri" w:cs="Times New Roman"/>
          <w:bCs/>
          <w:lang w:eastAsia="cs-CZ"/>
        </w:rPr>
        <w:t>.zip</w:t>
      </w:r>
    </w:p>
    <w:p w14:paraId="3C1D403E" w14:textId="5CF4CD01" w:rsidR="00424285" w:rsidRDefault="001E6C89" w:rsidP="001E6C89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1E6C89">
        <w:rPr>
          <w:rFonts w:eastAsia="Calibri" w:cs="Times New Roman"/>
          <w:bCs/>
          <w:lang w:eastAsia="cs-CZ"/>
        </w:rPr>
        <w:t>XDC_Brno-Prerov-5_zm23_20250425</w:t>
      </w:r>
      <w:r w:rsidRPr="00302FA9">
        <w:rPr>
          <w:rFonts w:eastAsia="Calibri" w:cs="Times New Roman"/>
          <w:bCs/>
          <w:lang w:eastAsia="cs-CZ"/>
        </w:rPr>
        <w:t>.zip</w:t>
      </w:r>
    </w:p>
    <w:p w14:paraId="14D44584" w14:textId="77777777" w:rsidR="00424285" w:rsidRDefault="00424285" w:rsidP="00664163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58DD7A8F" w14:textId="77777777" w:rsidR="00424285" w:rsidRPr="00424285" w:rsidRDefault="00424285" w:rsidP="00664163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411B9AB6" w14:textId="77777777" w:rsidR="00424285" w:rsidRPr="00BD5319" w:rsidRDefault="0042428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4D011C86" w:rsidR="00664163" w:rsidRPr="000A7EBC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A7EBC">
        <w:rPr>
          <w:rFonts w:eastAsia="Calibri" w:cs="Times New Roman"/>
          <w:lang w:eastAsia="cs-CZ"/>
        </w:rPr>
        <w:t xml:space="preserve">V Olomouci dne </w:t>
      </w:r>
      <w:r w:rsidR="000A7EBC" w:rsidRPr="000A7EBC">
        <w:rPr>
          <w:rFonts w:eastAsia="Calibri" w:cs="Times New Roman"/>
          <w:lang w:eastAsia="cs-CZ"/>
        </w:rPr>
        <w:t>25. 4. 2025</w:t>
      </w:r>
    </w:p>
    <w:p w14:paraId="73E758FA" w14:textId="77777777" w:rsidR="000A7EBC" w:rsidRPr="000A7EBC" w:rsidRDefault="000A7EBC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F75BA64" w14:textId="77777777" w:rsidR="00664163" w:rsidRPr="000A7EBC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0A7EBC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0A7EBC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0A7EBC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A7EBC">
        <w:rPr>
          <w:rFonts w:eastAsia="Times New Roman" w:cs="Times New Roman"/>
          <w:b/>
          <w:bCs/>
          <w:lang w:eastAsia="cs-CZ"/>
        </w:rPr>
        <w:t>Ing. Miroslav Bocák</w:t>
      </w:r>
      <w:r w:rsidRPr="000A7EBC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0A7EBC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0A7EBC">
        <w:rPr>
          <w:rFonts w:eastAsia="Times New Roman" w:cs="Times New Roman"/>
          <w:lang w:eastAsia="cs-CZ"/>
        </w:rPr>
        <w:t>ředitel organizační jednotky</w:t>
      </w:r>
      <w:r w:rsidRPr="000A7EBC">
        <w:rPr>
          <w:rFonts w:eastAsia="Times New Roman" w:cs="Times New Roman"/>
          <w:lang w:eastAsia="cs-CZ"/>
        </w:rPr>
        <w:tab/>
      </w:r>
    </w:p>
    <w:p w14:paraId="5DEDC136" w14:textId="77777777" w:rsidR="00664163" w:rsidRPr="000A7EBC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0A7EBC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0A7EBC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C545C" w14:textId="77777777" w:rsidR="00844AB3" w:rsidRDefault="00844AB3" w:rsidP="00962258">
      <w:pPr>
        <w:spacing w:after="0" w:line="240" w:lineRule="auto"/>
      </w:pPr>
      <w:r>
        <w:separator/>
      </w:r>
    </w:p>
  </w:endnote>
  <w:endnote w:type="continuationSeparator" w:id="0">
    <w:p w14:paraId="14BEC5AA" w14:textId="77777777" w:rsidR="00844AB3" w:rsidRDefault="00844AB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A472A" w14:textId="77777777" w:rsidR="00844AB3" w:rsidRDefault="00844AB3" w:rsidP="00962258">
      <w:pPr>
        <w:spacing w:after="0" w:line="240" w:lineRule="auto"/>
      </w:pPr>
      <w:r>
        <w:separator/>
      </w:r>
    </w:p>
  </w:footnote>
  <w:footnote w:type="continuationSeparator" w:id="0">
    <w:p w14:paraId="4AB849BC" w14:textId="77777777" w:rsidR="00844AB3" w:rsidRDefault="00844AB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C8D238B"/>
    <w:multiLevelType w:val="hybridMultilevel"/>
    <w:tmpl w:val="C0424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9C32B5"/>
    <w:multiLevelType w:val="hybridMultilevel"/>
    <w:tmpl w:val="8376C3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2"/>
  </w:num>
  <w:num w:numId="2" w16cid:durableId="506209173">
    <w:abstractNumId w:val="0"/>
  </w:num>
  <w:num w:numId="3" w16cid:durableId="358628641">
    <w:abstractNumId w:val="4"/>
  </w:num>
  <w:num w:numId="4" w16cid:durableId="1834292179">
    <w:abstractNumId w:val="6"/>
  </w:num>
  <w:num w:numId="5" w16cid:durableId="218832763">
    <w:abstractNumId w:val="5"/>
  </w:num>
  <w:num w:numId="6" w16cid:durableId="8364581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88790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04BC7"/>
    <w:rsid w:val="00021796"/>
    <w:rsid w:val="00033432"/>
    <w:rsid w:val="000335CC"/>
    <w:rsid w:val="00046131"/>
    <w:rsid w:val="000479CF"/>
    <w:rsid w:val="00054BF7"/>
    <w:rsid w:val="0006027B"/>
    <w:rsid w:val="00066116"/>
    <w:rsid w:val="0007202F"/>
    <w:rsid w:val="00072C1E"/>
    <w:rsid w:val="0007304B"/>
    <w:rsid w:val="00094764"/>
    <w:rsid w:val="00097042"/>
    <w:rsid w:val="000A1271"/>
    <w:rsid w:val="000A2A73"/>
    <w:rsid w:val="000A7EBC"/>
    <w:rsid w:val="000B3A82"/>
    <w:rsid w:val="000B6C7E"/>
    <w:rsid w:val="000B7907"/>
    <w:rsid w:val="000C0429"/>
    <w:rsid w:val="000C29B7"/>
    <w:rsid w:val="000C45E8"/>
    <w:rsid w:val="000F2365"/>
    <w:rsid w:val="000F4CDC"/>
    <w:rsid w:val="00114472"/>
    <w:rsid w:val="001161E8"/>
    <w:rsid w:val="001267E4"/>
    <w:rsid w:val="00127F4B"/>
    <w:rsid w:val="00130046"/>
    <w:rsid w:val="00136BF2"/>
    <w:rsid w:val="00136D0B"/>
    <w:rsid w:val="00136FA7"/>
    <w:rsid w:val="00151858"/>
    <w:rsid w:val="00155343"/>
    <w:rsid w:val="001667C9"/>
    <w:rsid w:val="00170EC5"/>
    <w:rsid w:val="0017283A"/>
    <w:rsid w:val="001747C1"/>
    <w:rsid w:val="0017650B"/>
    <w:rsid w:val="0017767A"/>
    <w:rsid w:val="001803C9"/>
    <w:rsid w:val="0018110A"/>
    <w:rsid w:val="001836A6"/>
    <w:rsid w:val="0018596A"/>
    <w:rsid w:val="001B3B6F"/>
    <w:rsid w:val="001B67A0"/>
    <w:rsid w:val="001B69C2"/>
    <w:rsid w:val="001C3C57"/>
    <w:rsid w:val="001C4DA0"/>
    <w:rsid w:val="001E6C89"/>
    <w:rsid w:val="001E6FEA"/>
    <w:rsid w:val="001F1E2E"/>
    <w:rsid w:val="001F3DEC"/>
    <w:rsid w:val="002003FF"/>
    <w:rsid w:val="00207DF5"/>
    <w:rsid w:val="0021074D"/>
    <w:rsid w:val="002144FC"/>
    <w:rsid w:val="00223480"/>
    <w:rsid w:val="00224630"/>
    <w:rsid w:val="00227784"/>
    <w:rsid w:val="00234B99"/>
    <w:rsid w:val="002434C1"/>
    <w:rsid w:val="00246DEF"/>
    <w:rsid w:val="002648FA"/>
    <w:rsid w:val="002664F0"/>
    <w:rsid w:val="00267369"/>
    <w:rsid w:val="0026785D"/>
    <w:rsid w:val="00270225"/>
    <w:rsid w:val="00273CE2"/>
    <w:rsid w:val="002833EA"/>
    <w:rsid w:val="00287268"/>
    <w:rsid w:val="00296D39"/>
    <w:rsid w:val="002A17D0"/>
    <w:rsid w:val="002A4F1E"/>
    <w:rsid w:val="002A59FE"/>
    <w:rsid w:val="002A67C5"/>
    <w:rsid w:val="002B59B7"/>
    <w:rsid w:val="002B7159"/>
    <w:rsid w:val="002C31BF"/>
    <w:rsid w:val="002C6358"/>
    <w:rsid w:val="002D028A"/>
    <w:rsid w:val="002E0CD7"/>
    <w:rsid w:val="002E0EB5"/>
    <w:rsid w:val="002E7F0D"/>
    <w:rsid w:val="002F026B"/>
    <w:rsid w:val="002F1F31"/>
    <w:rsid w:val="00302C4D"/>
    <w:rsid w:val="003042BD"/>
    <w:rsid w:val="0033209D"/>
    <w:rsid w:val="00335122"/>
    <w:rsid w:val="00335732"/>
    <w:rsid w:val="003526EA"/>
    <w:rsid w:val="00357BC6"/>
    <w:rsid w:val="0037111D"/>
    <w:rsid w:val="003756B9"/>
    <w:rsid w:val="00377A0F"/>
    <w:rsid w:val="00381F6E"/>
    <w:rsid w:val="00385F41"/>
    <w:rsid w:val="00391B8A"/>
    <w:rsid w:val="003920A6"/>
    <w:rsid w:val="003956C6"/>
    <w:rsid w:val="003965FC"/>
    <w:rsid w:val="003B19E6"/>
    <w:rsid w:val="003B7D26"/>
    <w:rsid w:val="003E2299"/>
    <w:rsid w:val="003E6B9A"/>
    <w:rsid w:val="003E75CE"/>
    <w:rsid w:val="0040166D"/>
    <w:rsid w:val="0040218D"/>
    <w:rsid w:val="00410BA8"/>
    <w:rsid w:val="0041380F"/>
    <w:rsid w:val="00414FE7"/>
    <w:rsid w:val="00415B76"/>
    <w:rsid w:val="004214BA"/>
    <w:rsid w:val="00424285"/>
    <w:rsid w:val="00427806"/>
    <w:rsid w:val="0043386F"/>
    <w:rsid w:val="00437ADE"/>
    <w:rsid w:val="00440C9C"/>
    <w:rsid w:val="00442235"/>
    <w:rsid w:val="00445718"/>
    <w:rsid w:val="00450F07"/>
    <w:rsid w:val="00453CD3"/>
    <w:rsid w:val="00455BC7"/>
    <w:rsid w:val="00457B34"/>
    <w:rsid w:val="00460660"/>
    <w:rsid w:val="00460CCB"/>
    <w:rsid w:val="00461672"/>
    <w:rsid w:val="00470F91"/>
    <w:rsid w:val="00477370"/>
    <w:rsid w:val="004840F2"/>
    <w:rsid w:val="00486107"/>
    <w:rsid w:val="00490A43"/>
    <w:rsid w:val="00491827"/>
    <w:rsid w:val="004926B0"/>
    <w:rsid w:val="00493CB1"/>
    <w:rsid w:val="00497517"/>
    <w:rsid w:val="004A0F75"/>
    <w:rsid w:val="004A408C"/>
    <w:rsid w:val="004A7C69"/>
    <w:rsid w:val="004C4399"/>
    <w:rsid w:val="004C5432"/>
    <w:rsid w:val="004C55BF"/>
    <w:rsid w:val="004C60A9"/>
    <w:rsid w:val="004C69ED"/>
    <w:rsid w:val="004C787C"/>
    <w:rsid w:val="004D1224"/>
    <w:rsid w:val="004D6ED1"/>
    <w:rsid w:val="004F2748"/>
    <w:rsid w:val="004F2929"/>
    <w:rsid w:val="004F2C54"/>
    <w:rsid w:val="004F4B9B"/>
    <w:rsid w:val="004F602C"/>
    <w:rsid w:val="00501654"/>
    <w:rsid w:val="005023C1"/>
    <w:rsid w:val="00504F82"/>
    <w:rsid w:val="00511AB9"/>
    <w:rsid w:val="00515F32"/>
    <w:rsid w:val="00522644"/>
    <w:rsid w:val="00523EA7"/>
    <w:rsid w:val="005246E3"/>
    <w:rsid w:val="005351C7"/>
    <w:rsid w:val="00540A7F"/>
    <w:rsid w:val="00542527"/>
    <w:rsid w:val="00551D1F"/>
    <w:rsid w:val="00553375"/>
    <w:rsid w:val="00555087"/>
    <w:rsid w:val="00556A7F"/>
    <w:rsid w:val="005644EF"/>
    <w:rsid w:val="005658A6"/>
    <w:rsid w:val="00570055"/>
    <w:rsid w:val="005720E7"/>
    <w:rsid w:val="005722BB"/>
    <w:rsid w:val="005736B7"/>
    <w:rsid w:val="00575E5A"/>
    <w:rsid w:val="00584E2A"/>
    <w:rsid w:val="005940FA"/>
    <w:rsid w:val="00596C7E"/>
    <w:rsid w:val="005A0074"/>
    <w:rsid w:val="005A13FA"/>
    <w:rsid w:val="005A5F24"/>
    <w:rsid w:val="005A64E9"/>
    <w:rsid w:val="005B2274"/>
    <w:rsid w:val="005B5342"/>
    <w:rsid w:val="005B5EE9"/>
    <w:rsid w:val="005C663F"/>
    <w:rsid w:val="005E1D54"/>
    <w:rsid w:val="005E383F"/>
    <w:rsid w:val="005F471C"/>
    <w:rsid w:val="00603C37"/>
    <w:rsid w:val="006104F6"/>
    <w:rsid w:val="0061068E"/>
    <w:rsid w:val="00610B31"/>
    <w:rsid w:val="00611A0E"/>
    <w:rsid w:val="0062109B"/>
    <w:rsid w:val="00623242"/>
    <w:rsid w:val="0062430A"/>
    <w:rsid w:val="00630DC6"/>
    <w:rsid w:val="00633E61"/>
    <w:rsid w:val="00636B76"/>
    <w:rsid w:val="006464C2"/>
    <w:rsid w:val="006565E0"/>
    <w:rsid w:val="00660AD3"/>
    <w:rsid w:val="00664163"/>
    <w:rsid w:val="00665D74"/>
    <w:rsid w:val="00667B7C"/>
    <w:rsid w:val="00676CAD"/>
    <w:rsid w:val="00677206"/>
    <w:rsid w:val="006974F6"/>
    <w:rsid w:val="006A5570"/>
    <w:rsid w:val="006A689C"/>
    <w:rsid w:val="006A7E8B"/>
    <w:rsid w:val="006B3D79"/>
    <w:rsid w:val="006B4C6A"/>
    <w:rsid w:val="006B6F36"/>
    <w:rsid w:val="006B7D49"/>
    <w:rsid w:val="006C38B8"/>
    <w:rsid w:val="006C6504"/>
    <w:rsid w:val="006D75C4"/>
    <w:rsid w:val="006E0578"/>
    <w:rsid w:val="006E0E8C"/>
    <w:rsid w:val="006E1F87"/>
    <w:rsid w:val="006E2E40"/>
    <w:rsid w:val="006E2FF0"/>
    <w:rsid w:val="006E314D"/>
    <w:rsid w:val="006E7F06"/>
    <w:rsid w:val="006F2DDD"/>
    <w:rsid w:val="006F50B2"/>
    <w:rsid w:val="00702E1C"/>
    <w:rsid w:val="00710723"/>
    <w:rsid w:val="00712ED1"/>
    <w:rsid w:val="00713865"/>
    <w:rsid w:val="0071725A"/>
    <w:rsid w:val="00721BB7"/>
    <w:rsid w:val="00723DF4"/>
    <w:rsid w:val="00723ED1"/>
    <w:rsid w:val="00735ED4"/>
    <w:rsid w:val="00743525"/>
    <w:rsid w:val="00750357"/>
    <w:rsid w:val="007531A0"/>
    <w:rsid w:val="00753DC9"/>
    <w:rsid w:val="0076286B"/>
    <w:rsid w:val="00764595"/>
    <w:rsid w:val="00766846"/>
    <w:rsid w:val="0077673A"/>
    <w:rsid w:val="007846E1"/>
    <w:rsid w:val="00785A49"/>
    <w:rsid w:val="00797DD9"/>
    <w:rsid w:val="007A0EFE"/>
    <w:rsid w:val="007B3ED9"/>
    <w:rsid w:val="007B570C"/>
    <w:rsid w:val="007B5A52"/>
    <w:rsid w:val="007D278C"/>
    <w:rsid w:val="007E4A6E"/>
    <w:rsid w:val="007E7208"/>
    <w:rsid w:val="007F56A7"/>
    <w:rsid w:val="007F5E22"/>
    <w:rsid w:val="007F626E"/>
    <w:rsid w:val="00801966"/>
    <w:rsid w:val="008070BF"/>
    <w:rsid w:val="00807CA6"/>
    <w:rsid w:val="00807DD0"/>
    <w:rsid w:val="00813F11"/>
    <w:rsid w:val="008171A9"/>
    <w:rsid w:val="00817409"/>
    <w:rsid w:val="0082759C"/>
    <w:rsid w:val="00830C6E"/>
    <w:rsid w:val="00837492"/>
    <w:rsid w:val="00842C9B"/>
    <w:rsid w:val="00844AB3"/>
    <w:rsid w:val="00847526"/>
    <w:rsid w:val="00862DD1"/>
    <w:rsid w:val="00872802"/>
    <w:rsid w:val="00875921"/>
    <w:rsid w:val="00880B1C"/>
    <w:rsid w:val="008841FB"/>
    <w:rsid w:val="0088472C"/>
    <w:rsid w:val="00887206"/>
    <w:rsid w:val="00887FF1"/>
    <w:rsid w:val="00891334"/>
    <w:rsid w:val="008A3568"/>
    <w:rsid w:val="008B55A0"/>
    <w:rsid w:val="008B5B31"/>
    <w:rsid w:val="008D03B9"/>
    <w:rsid w:val="008D0EC9"/>
    <w:rsid w:val="008D7EBF"/>
    <w:rsid w:val="008E02DE"/>
    <w:rsid w:val="008E665D"/>
    <w:rsid w:val="008F18D6"/>
    <w:rsid w:val="008F308B"/>
    <w:rsid w:val="00900BE9"/>
    <w:rsid w:val="00904780"/>
    <w:rsid w:val="00905418"/>
    <w:rsid w:val="009113A8"/>
    <w:rsid w:val="00921B3E"/>
    <w:rsid w:val="00922385"/>
    <w:rsid w:val="009223DF"/>
    <w:rsid w:val="00924FC7"/>
    <w:rsid w:val="00925237"/>
    <w:rsid w:val="00927155"/>
    <w:rsid w:val="00931937"/>
    <w:rsid w:val="00934DC3"/>
    <w:rsid w:val="00936091"/>
    <w:rsid w:val="00940D8A"/>
    <w:rsid w:val="00941F11"/>
    <w:rsid w:val="0094469E"/>
    <w:rsid w:val="009446C2"/>
    <w:rsid w:val="0094715F"/>
    <w:rsid w:val="00947350"/>
    <w:rsid w:val="0095327E"/>
    <w:rsid w:val="00962258"/>
    <w:rsid w:val="009678B7"/>
    <w:rsid w:val="009720CF"/>
    <w:rsid w:val="0097682B"/>
    <w:rsid w:val="00982411"/>
    <w:rsid w:val="00992D9C"/>
    <w:rsid w:val="00996CB8"/>
    <w:rsid w:val="009A46BB"/>
    <w:rsid w:val="009A46FD"/>
    <w:rsid w:val="009A7568"/>
    <w:rsid w:val="009B2E97"/>
    <w:rsid w:val="009B3C69"/>
    <w:rsid w:val="009B6021"/>
    <w:rsid w:val="009B6581"/>
    <w:rsid w:val="009B7148"/>
    <w:rsid w:val="009B72CC"/>
    <w:rsid w:val="009C5F1B"/>
    <w:rsid w:val="009C7B39"/>
    <w:rsid w:val="009D153B"/>
    <w:rsid w:val="009D4F5D"/>
    <w:rsid w:val="009E07F4"/>
    <w:rsid w:val="009E78BB"/>
    <w:rsid w:val="009F392E"/>
    <w:rsid w:val="009F5A78"/>
    <w:rsid w:val="00A00DF5"/>
    <w:rsid w:val="00A359B1"/>
    <w:rsid w:val="00A40A52"/>
    <w:rsid w:val="00A41D59"/>
    <w:rsid w:val="00A44328"/>
    <w:rsid w:val="00A509D7"/>
    <w:rsid w:val="00A6177B"/>
    <w:rsid w:val="00A6444A"/>
    <w:rsid w:val="00A66136"/>
    <w:rsid w:val="00A745C9"/>
    <w:rsid w:val="00A92495"/>
    <w:rsid w:val="00A943B5"/>
    <w:rsid w:val="00A9617A"/>
    <w:rsid w:val="00AA2E01"/>
    <w:rsid w:val="00AA4CBB"/>
    <w:rsid w:val="00AA65FA"/>
    <w:rsid w:val="00AA7351"/>
    <w:rsid w:val="00AB245A"/>
    <w:rsid w:val="00AC56A4"/>
    <w:rsid w:val="00AC73DF"/>
    <w:rsid w:val="00AD056F"/>
    <w:rsid w:val="00AD2773"/>
    <w:rsid w:val="00AD5C04"/>
    <w:rsid w:val="00AD6731"/>
    <w:rsid w:val="00AE1DDE"/>
    <w:rsid w:val="00AE3D2C"/>
    <w:rsid w:val="00AE532F"/>
    <w:rsid w:val="00AF24C9"/>
    <w:rsid w:val="00B10FFA"/>
    <w:rsid w:val="00B14554"/>
    <w:rsid w:val="00B15B5E"/>
    <w:rsid w:val="00B15D0D"/>
    <w:rsid w:val="00B23CA3"/>
    <w:rsid w:val="00B24240"/>
    <w:rsid w:val="00B3491A"/>
    <w:rsid w:val="00B41050"/>
    <w:rsid w:val="00B4264E"/>
    <w:rsid w:val="00B45ABF"/>
    <w:rsid w:val="00B45E9E"/>
    <w:rsid w:val="00B53F93"/>
    <w:rsid w:val="00B55F9C"/>
    <w:rsid w:val="00B75EE1"/>
    <w:rsid w:val="00B77481"/>
    <w:rsid w:val="00B8518B"/>
    <w:rsid w:val="00BA25BA"/>
    <w:rsid w:val="00BB3740"/>
    <w:rsid w:val="00BC0427"/>
    <w:rsid w:val="00BD09CF"/>
    <w:rsid w:val="00BD5319"/>
    <w:rsid w:val="00BD7E91"/>
    <w:rsid w:val="00BE062E"/>
    <w:rsid w:val="00BE19E2"/>
    <w:rsid w:val="00BE238C"/>
    <w:rsid w:val="00BE3FC1"/>
    <w:rsid w:val="00BF374D"/>
    <w:rsid w:val="00BF4CBF"/>
    <w:rsid w:val="00BF6D48"/>
    <w:rsid w:val="00C0125B"/>
    <w:rsid w:val="00C02D0A"/>
    <w:rsid w:val="00C03A6E"/>
    <w:rsid w:val="00C10AF1"/>
    <w:rsid w:val="00C11403"/>
    <w:rsid w:val="00C124DB"/>
    <w:rsid w:val="00C14E6C"/>
    <w:rsid w:val="00C2273E"/>
    <w:rsid w:val="00C30759"/>
    <w:rsid w:val="00C337D3"/>
    <w:rsid w:val="00C44D50"/>
    <w:rsid w:val="00C44F6A"/>
    <w:rsid w:val="00C45B09"/>
    <w:rsid w:val="00C53491"/>
    <w:rsid w:val="00C6581F"/>
    <w:rsid w:val="00C727E5"/>
    <w:rsid w:val="00C73E3C"/>
    <w:rsid w:val="00C8207D"/>
    <w:rsid w:val="00C851C5"/>
    <w:rsid w:val="00C93F00"/>
    <w:rsid w:val="00CA4E9A"/>
    <w:rsid w:val="00CA5118"/>
    <w:rsid w:val="00CA6E12"/>
    <w:rsid w:val="00CB03BE"/>
    <w:rsid w:val="00CB1BA2"/>
    <w:rsid w:val="00CB45E3"/>
    <w:rsid w:val="00CB5457"/>
    <w:rsid w:val="00CB7B5A"/>
    <w:rsid w:val="00CC1E2B"/>
    <w:rsid w:val="00CD1FC4"/>
    <w:rsid w:val="00CD21C8"/>
    <w:rsid w:val="00CE13C2"/>
    <w:rsid w:val="00CE371D"/>
    <w:rsid w:val="00D02A4D"/>
    <w:rsid w:val="00D050C9"/>
    <w:rsid w:val="00D05B05"/>
    <w:rsid w:val="00D074D1"/>
    <w:rsid w:val="00D112FA"/>
    <w:rsid w:val="00D1688A"/>
    <w:rsid w:val="00D21061"/>
    <w:rsid w:val="00D2388C"/>
    <w:rsid w:val="00D27E25"/>
    <w:rsid w:val="00D310CF"/>
    <w:rsid w:val="00D316A7"/>
    <w:rsid w:val="00D4044C"/>
    <w:rsid w:val="00D4108E"/>
    <w:rsid w:val="00D42B12"/>
    <w:rsid w:val="00D438F3"/>
    <w:rsid w:val="00D548C8"/>
    <w:rsid w:val="00D6163D"/>
    <w:rsid w:val="00D61EEB"/>
    <w:rsid w:val="00D63009"/>
    <w:rsid w:val="00D828DB"/>
    <w:rsid w:val="00D831A3"/>
    <w:rsid w:val="00D902AD"/>
    <w:rsid w:val="00D97388"/>
    <w:rsid w:val="00DA6FFE"/>
    <w:rsid w:val="00DC3110"/>
    <w:rsid w:val="00DD46F3"/>
    <w:rsid w:val="00DD58A6"/>
    <w:rsid w:val="00DE56F2"/>
    <w:rsid w:val="00DE65BD"/>
    <w:rsid w:val="00DF116D"/>
    <w:rsid w:val="00DF4236"/>
    <w:rsid w:val="00E00A81"/>
    <w:rsid w:val="00E10710"/>
    <w:rsid w:val="00E203ED"/>
    <w:rsid w:val="00E21F2B"/>
    <w:rsid w:val="00E24E90"/>
    <w:rsid w:val="00E25BFA"/>
    <w:rsid w:val="00E314B9"/>
    <w:rsid w:val="00E37482"/>
    <w:rsid w:val="00E50ECD"/>
    <w:rsid w:val="00E5284B"/>
    <w:rsid w:val="00E53A54"/>
    <w:rsid w:val="00E53C96"/>
    <w:rsid w:val="00E824F1"/>
    <w:rsid w:val="00E900E0"/>
    <w:rsid w:val="00E9347D"/>
    <w:rsid w:val="00E9455A"/>
    <w:rsid w:val="00EA583F"/>
    <w:rsid w:val="00EB104F"/>
    <w:rsid w:val="00EC1ACE"/>
    <w:rsid w:val="00EC1F27"/>
    <w:rsid w:val="00ED14BD"/>
    <w:rsid w:val="00ED551C"/>
    <w:rsid w:val="00ED5F3B"/>
    <w:rsid w:val="00EE5EF6"/>
    <w:rsid w:val="00EF6359"/>
    <w:rsid w:val="00EF6A5E"/>
    <w:rsid w:val="00F01440"/>
    <w:rsid w:val="00F0343A"/>
    <w:rsid w:val="00F03D47"/>
    <w:rsid w:val="00F079E9"/>
    <w:rsid w:val="00F12DEC"/>
    <w:rsid w:val="00F1715C"/>
    <w:rsid w:val="00F208F1"/>
    <w:rsid w:val="00F26021"/>
    <w:rsid w:val="00F310F8"/>
    <w:rsid w:val="00F328DE"/>
    <w:rsid w:val="00F32EEE"/>
    <w:rsid w:val="00F35939"/>
    <w:rsid w:val="00F45607"/>
    <w:rsid w:val="00F47D28"/>
    <w:rsid w:val="00F517C6"/>
    <w:rsid w:val="00F53E1D"/>
    <w:rsid w:val="00F60D78"/>
    <w:rsid w:val="00F64786"/>
    <w:rsid w:val="00F659EB"/>
    <w:rsid w:val="00F77F10"/>
    <w:rsid w:val="00F804A7"/>
    <w:rsid w:val="00F8318E"/>
    <w:rsid w:val="00F862D6"/>
    <w:rsid w:val="00F86BA6"/>
    <w:rsid w:val="00F96AF7"/>
    <w:rsid w:val="00F97B90"/>
    <w:rsid w:val="00FA2EB1"/>
    <w:rsid w:val="00FA5675"/>
    <w:rsid w:val="00FC3C36"/>
    <w:rsid w:val="00FC4B86"/>
    <w:rsid w:val="00FC6389"/>
    <w:rsid w:val="00FD2F51"/>
    <w:rsid w:val="00FD5D58"/>
    <w:rsid w:val="00FE0F7A"/>
    <w:rsid w:val="00FE3455"/>
    <w:rsid w:val="00FE7378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1966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677206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EA58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EA58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723DF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87592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E25BF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1521</TotalTime>
  <Pages>4</Pages>
  <Words>1160</Words>
  <Characters>6845</Characters>
  <Application>Microsoft Office Word</Application>
  <DocSecurity>0</DocSecurity>
  <Lines>57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10</cp:revision>
  <cp:lastPrinted>2025-04-25T10:10:00Z</cp:lastPrinted>
  <dcterms:created xsi:type="dcterms:W3CDTF">2025-04-25T06:56:00Z</dcterms:created>
  <dcterms:modified xsi:type="dcterms:W3CDTF">2025-04-25T10:24:00Z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